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D81" w:rsidRDefault="00876D81" w:rsidP="00A95EE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76D81" w:rsidRDefault="00876D81" w:rsidP="006C5A30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НОВОГОРКИНСКОГО СЕЛЬСКОГО ПОСЕЛЕНИЯ</w:t>
      </w:r>
    </w:p>
    <w:p w:rsidR="00876D81" w:rsidRPr="007C7C77" w:rsidRDefault="00876D81" w:rsidP="006C5A30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ЛЕЖНЕВСКОГО</w:t>
      </w:r>
      <w:r w:rsidRPr="007C7C77">
        <w:rPr>
          <w:rFonts w:ascii="Times New Roman" w:hAnsi="Times New Roman" w:cs="Times New Roman"/>
        </w:rPr>
        <w:t xml:space="preserve"> МУНИЦИПАЛЬНОГО РАЙОНА</w:t>
      </w:r>
    </w:p>
    <w:p w:rsidR="00876D81" w:rsidRPr="007C7C77" w:rsidRDefault="00876D81" w:rsidP="006C5A30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ИВАНОВСКОЙ</w:t>
      </w:r>
      <w:r w:rsidRPr="007C7C77">
        <w:rPr>
          <w:rFonts w:ascii="Times New Roman" w:hAnsi="Times New Roman" w:cs="Times New Roman"/>
        </w:rPr>
        <w:t xml:space="preserve"> ОБЛАСТИ</w:t>
      </w:r>
    </w:p>
    <w:p w:rsidR="00876D81" w:rsidRDefault="00876D81" w:rsidP="006C5A3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76D81" w:rsidRDefault="00876D81" w:rsidP="006C5A3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876D81" w:rsidRDefault="00876D81" w:rsidP="006C5A3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76D81" w:rsidRDefault="00876D81" w:rsidP="006C5A30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 27.12.2013                                                                                                        N 189</w:t>
      </w:r>
    </w:p>
    <w:p w:rsidR="00876D81" w:rsidRDefault="00876D81" w:rsidP="006C5A3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76D81" w:rsidRDefault="00876D81" w:rsidP="006C5A30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76D81" w:rsidRPr="005A3841" w:rsidRDefault="00876D81" w:rsidP="006C5A30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920B3F">
        <w:rPr>
          <w:rFonts w:ascii="Times New Roman" w:hAnsi="Times New Roman"/>
          <w:sz w:val="28"/>
        </w:rPr>
        <w:t xml:space="preserve">Об утверждении Положения о </w:t>
      </w:r>
      <w:r w:rsidRPr="006C5A30">
        <w:rPr>
          <w:rFonts w:ascii="Times New Roman" w:hAnsi="Times New Roman"/>
          <w:sz w:val="28"/>
        </w:rPr>
        <w:t>контрактной службе</w:t>
      </w:r>
      <w:r>
        <w:rPr>
          <w:rFonts w:ascii="Times New Roman" w:hAnsi="Times New Roman"/>
          <w:b/>
          <w:sz w:val="28"/>
        </w:rPr>
        <w:t xml:space="preserve"> </w:t>
      </w:r>
      <w:r w:rsidRPr="006C5A30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 Новогоркинского сельского поселения</w:t>
      </w:r>
    </w:p>
    <w:p w:rsidR="00876D81" w:rsidRDefault="00876D81" w:rsidP="00A95EE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76D81" w:rsidRDefault="00876D81" w:rsidP="00A95EE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76D81" w:rsidRDefault="00876D81" w:rsidP="008758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В соответствии со статьей 38 Федерального закона от </w:t>
      </w:r>
      <w:r w:rsidRPr="00F53604">
        <w:rPr>
          <w:rFonts w:ascii="Times New Roman" w:hAnsi="Times New Roman"/>
          <w:sz w:val="28"/>
          <w:szCs w:val="28"/>
        </w:rPr>
        <w:t>05.04.2013 N44-ФЗ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F53604">
        <w:rPr>
          <w:rFonts w:ascii="Times New Roman" w:hAnsi="Times New Roman"/>
          <w:sz w:val="28"/>
          <w:szCs w:val="28"/>
        </w:rPr>
        <w:t>О контрактной системе в сфере закупок товаров, работ, услуг для обеспечения госуд</w:t>
      </w:r>
      <w:r>
        <w:rPr>
          <w:rFonts w:ascii="Times New Roman" w:hAnsi="Times New Roman"/>
          <w:sz w:val="28"/>
          <w:szCs w:val="28"/>
        </w:rPr>
        <w:t xml:space="preserve">арственных и муниципальных нужд» (в действующей редакции), приказом Министерства экономического развития Российской Федерации от 29.10.2013 г. № 631 «Об утверждении типового положения (регламента) о контрактной службе»: </w:t>
      </w:r>
    </w:p>
    <w:p w:rsidR="00876D81" w:rsidRPr="00CD76A4" w:rsidRDefault="00876D81" w:rsidP="00E47B57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Утвердить  Положение о контрактной службе в Администрации Новогоркинского сельского поселения  согласно Приложению.</w:t>
      </w:r>
    </w:p>
    <w:p w:rsidR="00876D81" w:rsidRDefault="00876D81" w:rsidP="006C5A30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876D81" w:rsidRDefault="00876D81" w:rsidP="00A95EE1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876D81" w:rsidRDefault="00876D81" w:rsidP="00A95EE1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876D81" w:rsidRPr="006C5A30" w:rsidRDefault="00876D81" w:rsidP="00A95EE1">
      <w:pPr>
        <w:spacing w:after="0"/>
        <w:ind w:firstLine="284"/>
        <w:rPr>
          <w:rFonts w:ascii="Times New Roman" w:hAnsi="Times New Roman"/>
          <w:sz w:val="28"/>
          <w:szCs w:val="28"/>
        </w:rPr>
      </w:pPr>
      <w:r w:rsidRPr="006C5A30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876D81" w:rsidRPr="006C5A30" w:rsidRDefault="00876D81" w:rsidP="00A95EE1">
      <w:pPr>
        <w:spacing w:after="0"/>
        <w:ind w:firstLine="284"/>
        <w:rPr>
          <w:rFonts w:ascii="Times New Roman" w:hAnsi="Times New Roman"/>
          <w:sz w:val="28"/>
          <w:szCs w:val="28"/>
        </w:rPr>
      </w:pPr>
      <w:r w:rsidRPr="006C5A30">
        <w:rPr>
          <w:rFonts w:ascii="Times New Roman" w:hAnsi="Times New Roman"/>
          <w:sz w:val="28"/>
          <w:szCs w:val="28"/>
        </w:rPr>
        <w:t xml:space="preserve">Новогоркинского сельского поселения                                    С.А.Беляков       </w:t>
      </w:r>
    </w:p>
    <w:p w:rsidR="00876D81" w:rsidRDefault="00876D81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br w:type="page"/>
      </w:r>
    </w:p>
    <w:p w:rsidR="00876D81" w:rsidRPr="005A3841" w:rsidRDefault="00876D81" w:rsidP="0058398A">
      <w:pPr>
        <w:widowControl w:val="0"/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6C5A30">
        <w:rPr>
          <w:rFonts w:ascii="Times New Roman" w:hAnsi="Times New Roman"/>
          <w:sz w:val="24"/>
          <w:szCs w:val="24"/>
        </w:rPr>
        <w:t>Приложение к постановлению</w:t>
      </w:r>
      <w:r w:rsidRPr="005A3841">
        <w:rPr>
          <w:rFonts w:ascii="Times New Roman" w:hAnsi="Times New Roman"/>
          <w:sz w:val="24"/>
          <w:szCs w:val="24"/>
        </w:rPr>
        <w:t xml:space="preserve"> администрации </w:t>
      </w:r>
      <w:r>
        <w:rPr>
          <w:rFonts w:ascii="Times New Roman" w:hAnsi="Times New Roman"/>
          <w:sz w:val="24"/>
          <w:szCs w:val="24"/>
        </w:rPr>
        <w:t>Новогоркинского сельского поселения</w:t>
      </w:r>
    </w:p>
    <w:p w:rsidR="00876D81" w:rsidRPr="006C5A30" w:rsidRDefault="00876D81" w:rsidP="0058398A">
      <w:pPr>
        <w:widowControl w:val="0"/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27.12.2013 №  189</w:t>
      </w:r>
    </w:p>
    <w:p w:rsidR="00876D81" w:rsidRDefault="00876D81" w:rsidP="003345F7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76D81" w:rsidRDefault="00876D81" w:rsidP="003345F7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76D81" w:rsidRDefault="00876D81" w:rsidP="003345F7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76D81" w:rsidRDefault="00876D81" w:rsidP="003345F7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76D81" w:rsidRDefault="00876D81" w:rsidP="0058398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45F7"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876D81" w:rsidRPr="005A3841" w:rsidRDefault="00876D81" w:rsidP="006C5A30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3345F7">
        <w:rPr>
          <w:rFonts w:ascii="Times New Roman" w:hAnsi="Times New Roman"/>
          <w:b/>
          <w:sz w:val="28"/>
          <w:szCs w:val="28"/>
        </w:rPr>
        <w:t>о контрактной службе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C5A30">
        <w:rPr>
          <w:rFonts w:ascii="Times New Roman" w:hAnsi="Times New Roman"/>
          <w:b/>
          <w:sz w:val="28"/>
        </w:rPr>
        <w:t>в Администрации Новогоркинского сельского поселения</w:t>
      </w:r>
    </w:p>
    <w:p w:rsidR="00876D81" w:rsidRPr="003345F7" w:rsidRDefault="00876D81" w:rsidP="003345F7">
      <w:pPr>
        <w:pStyle w:val="Heading1"/>
        <w:keepNext w:val="0"/>
        <w:widowControl w:val="0"/>
        <w:spacing w:before="0"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bookmarkStart w:id="0" w:name="_Toc145402108"/>
      <w:bookmarkStart w:id="1" w:name="_Toc165534901"/>
    </w:p>
    <w:p w:rsidR="00876D81" w:rsidRPr="003345F7" w:rsidRDefault="00876D81" w:rsidP="0058398A">
      <w:pPr>
        <w:pStyle w:val="Heading1"/>
        <w:keepNext w:val="0"/>
        <w:widowControl w:val="0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place">
        <w:r w:rsidRPr="003345F7">
          <w:rPr>
            <w:rFonts w:ascii="Times New Roman" w:hAnsi="Times New Roman" w:cs="Times New Roman"/>
            <w:sz w:val="28"/>
            <w:szCs w:val="28"/>
            <w:lang w:val="en-US"/>
          </w:rPr>
          <w:t>I</w:t>
        </w:r>
        <w:r w:rsidRPr="003345F7">
          <w:rPr>
            <w:rFonts w:ascii="Times New Roman" w:hAnsi="Times New Roman" w:cs="Times New Roman"/>
            <w:sz w:val="28"/>
            <w:szCs w:val="28"/>
          </w:rPr>
          <w:t>.</w:t>
        </w:r>
      </w:smartTag>
      <w:r w:rsidRPr="003345F7">
        <w:rPr>
          <w:rFonts w:ascii="Times New Roman" w:hAnsi="Times New Roman" w:cs="Times New Roman"/>
          <w:sz w:val="28"/>
          <w:szCs w:val="28"/>
        </w:rPr>
        <w:t> Общие положения</w:t>
      </w:r>
      <w:bookmarkEnd w:id="0"/>
      <w:bookmarkEnd w:id="1"/>
    </w:p>
    <w:p w:rsidR="00876D81" w:rsidRPr="003345F7" w:rsidRDefault="00876D81" w:rsidP="006C5A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345F7">
        <w:rPr>
          <w:rFonts w:ascii="Times New Roman" w:hAnsi="Times New Roman"/>
          <w:sz w:val="28"/>
          <w:szCs w:val="28"/>
        </w:rPr>
        <w:t xml:space="preserve">1.1. Настоящее положение </w:t>
      </w:r>
      <w:r>
        <w:rPr>
          <w:rFonts w:ascii="Times New Roman" w:hAnsi="Times New Roman"/>
          <w:sz w:val="28"/>
          <w:szCs w:val="28"/>
        </w:rPr>
        <w:t xml:space="preserve">о контрактной службе </w:t>
      </w:r>
      <w:r w:rsidRPr="006C5A30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 Новогоркинского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45F7">
        <w:rPr>
          <w:rFonts w:ascii="Times New Roman" w:hAnsi="Times New Roman"/>
          <w:sz w:val="28"/>
          <w:szCs w:val="28"/>
        </w:rPr>
        <w:t>(далее – Положение) устанавливает порядок создания и функционирования контр</w:t>
      </w:r>
      <w:r>
        <w:rPr>
          <w:rFonts w:ascii="Times New Roman" w:hAnsi="Times New Roman"/>
          <w:sz w:val="28"/>
          <w:szCs w:val="28"/>
        </w:rPr>
        <w:t xml:space="preserve">актной службы при осуществлении  (далее – Заказчик) </w:t>
      </w:r>
      <w:r w:rsidRPr="003345F7">
        <w:rPr>
          <w:rFonts w:ascii="Times New Roman" w:hAnsi="Times New Roman"/>
          <w:sz w:val="28"/>
          <w:szCs w:val="28"/>
        </w:rPr>
        <w:t>закупок товаров, работ, услуг для обеспечения муниципальных нужд, в том числе на этапе планирования закупок, определения поставщиков (подрядчиков, исполнителей), закл</w:t>
      </w:r>
      <w:bookmarkStart w:id="2" w:name="_Toc165534904"/>
      <w:r w:rsidRPr="003345F7">
        <w:rPr>
          <w:rFonts w:ascii="Times New Roman" w:hAnsi="Times New Roman"/>
          <w:sz w:val="28"/>
          <w:szCs w:val="28"/>
        </w:rPr>
        <w:t>ючения и исполнения контрактов.</w:t>
      </w:r>
      <w:bookmarkEnd w:id="2"/>
    </w:p>
    <w:p w:rsidR="00876D81" w:rsidRPr="003345F7" w:rsidRDefault="00876D81" w:rsidP="003345F7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345F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</w:t>
      </w:r>
      <w:r w:rsidRPr="003345F7">
        <w:rPr>
          <w:rFonts w:ascii="Times New Roman" w:hAnsi="Times New Roman"/>
          <w:sz w:val="28"/>
          <w:szCs w:val="28"/>
        </w:rPr>
        <w:t>. Контрактная служба в сво</w:t>
      </w:r>
      <w:r>
        <w:rPr>
          <w:rFonts w:ascii="Times New Roman" w:hAnsi="Times New Roman"/>
          <w:sz w:val="28"/>
          <w:szCs w:val="28"/>
        </w:rPr>
        <w:t xml:space="preserve">ей деятельности </w:t>
      </w:r>
      <w:r w:rsidRPr="003345F7">
        <w:rPr>
          <w:rFonts w:ascii="Times New Roman" w:hAnsi="Times New Roman"/>
          <w:sz w:val="28"/>
          <w:szCs w:val="28"/>
        </w:rPr>
        <w:t>руководствуется Конституцией Российской Федерации, гражданским законодательством, бюджетным законодательством Российской Федерации, Федеральным законом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45F7">
        <w:rPr>
          <w:rFonts w:ascii="Times New Roman" w:hAnsi="Times New Roman"/>
          <w:sz w:val="28"/>
          <w:szCs w:val="28"/>
        </w:rPr>
        <w:t xml:space="preserve">от 5 апреля </w:t>
      </w:r>
      <w:smartTag w:uri="urn:schemas-microsoft-com:office:smarttags" w:element="metricconverter">
        <w:smartTagPr>
          <w:attr w:name="ProductID" w:val="2013 г"/>
        </w:smartTagPr>
        <w:r w:rsidRPr="003345F7">
          <w:rPr>
            <w:rFonts w:ascii="Times New Roman" w:hAnsi="Times New Roman"/>
            <w:sz w:val="28"/>
            <w:szCs w:val="28"/>
          </w:rPr>
          <w:t>2013 г</w:t>
        </w:r>
      </w:smartTag>
      <w:r w:rsidRPr="003345F7">
        <w:rPr>
          <w:rFonts w:ascii="Times New Roman" w:hAnsi="Times New Roman"/>
          <w:sz w:val="28"/>
          <w:szCs w:val="28"/>
        </w:rPr>
        <w:t>.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45F7">
        <w:rPr>
          <w:rFonts w:ascii="Times New Roman" w:hAnsi="Times New Roman"/>
          <w:sz w:val="28"/>
          <w:szCs w:val="28"/>
        </w:rPr>
        <w:t xml:space="preserve">(далее – Закон),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45F7">
        <w:rPr>
          <w:rFonts w:ascii="Times New Roman" w:hAnsi="Times New Roman"/>
          <w:sz w:val="28"/>
          <w:szCs w:val="28"/>
        </w:rPr>
        <w:t>настоящим Положением.</w:t>
      </w:r>
    </w:p>
    <w:p w:rsidR="00876D81" w:rsidRPr="003345F7" w:rsidRDefault="00876D81" w:rsidP="003345F7">
      <w:pPr>
        <w:pStyle w:val="tekstob"/>
        <w:spacing w:before="0" w:beforeAutospacing="0" w:after="0" w:afterAutospacing="0"/>
        <w:ind w:firstLine="851"/>
        <w:jc w:val="both"/>
        <w:rPr>
          <w:sz w:val="28"/>
          <w:szCs w:val="28"/>
        </w:rPr>
      </w:pPr>
      <w:bookmarkStart w:id="3" w:name="_Toc145402111"/>
      <w:bookmarkStart w:id="4" w:name="_Toc165534905"/>
      <w:r w:rsidRPr="003345F7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3345F7">
        <w:rPr>
          <w:sz w:val="28"/>
          <w:szCs w:val="28"/>
        </w:rPr>
        <w:t xml:space="preserve">. Основными принципами создания и функционирования деятельности контрактной службы при </w:t>
      </w:r>
      <w:r>
        <w:rPr>
          <w:sz w:val="28"/>
          <w:szCs w:val="28"/>
        </w:rPr>
        <w:t xml:space="preserve">планировании и осуществлении закупок </w:t>
      </w:r>
      <w:r w:rsidRPr="003345F7">
        <w:rPr>
          <w:sz w:val="28"/>
          <w:szCs w:val="28"/>
        </w:rPr>
        <w:t xml:space="preserve"> являются:</w:t>
      </w:r>
    </w:p>
    <w:p w:rsidR="00876D81" w:rsidRPr="003345F7" w:rsidRDefault="00876D81" w:rsidP="003345F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Pr="003345F7">
        <w:rPr>
          <w:rFonts w:ascii="Times New Roman" w:hAnsi="Times New Roman"/>
          <w:sz w:val="28"/>
          <w:szCs w:val="28"/>
        </w:rPr>
        <w:t xml:space="preserve"> привлечение квалифицированных специалистов, обладающих теоретическими и практическими знани</w:t>
      </w:r>
      <w:r>
        <w:rPr>
          <w:rFonts w:ascii="Times New Roman" w:hAnsi="Times New Roman"/>
          <w:sz w:val="28"/>
          <w:szCs w:val="28"/>
        </w:rPr>
        <w:t>ями и навыками в сфере закупок</w:t>
      </w:r>
      <w:r w:rsidRPr="003345F7">
        <w:rPr>
          <w:rFonts w:ascii="Times New Roman" w:hAnsi="Times New Roman"/>
          <w:sz w:val="28"/>
          <w:szCs w:val="28"/>
        </w:rPr>
        <w:t>;</w:t>
      </w:r>
    </w:p>
    <w:p w:rsidR="00876D81" w:rsidRPr="003345F7" w:rsidRDefault="00876D81" w:rsidP="003345F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Pr="003345F7">
        <w:rPr>
          <w:rFonts w:ascii="Times New Roman" w:hAnsi="Times New Roman"/>
          <w:sz w:val="28"/>
          <w:szCs w:val="28"/>
        </w:rPr>
        <w:t xml:space="preserve"> свободный доступ к информации о совершаемых контрактной службой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45F7">
        <w:rPr>
          <w:rFonts w:ascii="Times New Roman" w:hAnsi="Times New Roman"/>
          <w:sz w:val="28"/>
          <w:szCs w:val="28"/>
        </w:rPr>
        <w:t xml:space="preserve"> действиях, направленных на обеспечение муниципальных нужд, в том числе способах осуществления закупок и их результатах;</w:t>
      </w:r>
    </w:p>
    <w:p w:rsidR="00876D81" w:rsidRDefault="00876D81" w:rsidP="003345F7">
      <w:pPr>
        <w:pStyle w:val="tekstob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Pr="003345F7">
        <w:rPr>
          <w:sz w:val="28"/>
          <w:szCs w:val="28"/>
        </w:rPr>
        <w:t xml:space="preserve"> заключение </w:t>
      </w:r>
      <w:r>
        <w:rPr>
          <w:sz w:val="28"/>
          <w:szCs w:val="28"/>
        </w:rPr>
        <w:t>муниципальных</w:t>
      </w:r>
      <w:r w:rsidRPr="003345F7">
        <w:rPr>
          <w:sz w:val="28"/>
          <w:szCs w:val="28"/>
        </w:rPr>
        <w:t xml:space="preserve"> контрактов на условиях, обеспечивающих наиболее эффективное достижение заданных результатов обеспечения муниципальных нужд</w:t>
      </w:r>
      <w:r>
        <w:rPr>
          <w:sz w:val="28"/>
          <w:szCs w:val="28"/>
        </w:rPr>
        <w:t>;</w:t>
      </w:r>
    </w:p>
    <w:p w:rsidR="00876D81" w:rsidRPr="003345F7" w:rsidRDefault="00876D81" w:rsidP="003345F7">
      <w:pPr>
        <w:pStyle w:val="tekstob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757696">
        <w:rPr>
          <w:sz w:val="28"/>
          <w:szCs w:val="28"/>
        </w:rPr>
        <w:t>достижение Заказчиком заданных результатов обеспечения муниципальных нужд</w:t>
      </w:r>
      <w:r w:rsidRPr="003345F7">
        <w:rPr>
          <w:sz w:val="28"/>
          <w:szCs w:val="28"/>
        </w:rPr>
        <w:t>.</w:t>
      </w:r>
    </w:p>
    <w:p w:rsidR="00876D81" w:rsidRPr="00B320BE" w:rsidRDefault="00876D81" w:rsidP="00B320B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5" w:name="_Toc145402112"/>
      <w:bookmarkStart w:id="6" w:name="_Toc165534907"/>
      <w:bookmarkEnd w:id="3"/>
      <w:bookmarkEnd w:id="4"/>
      <w:r w:rsidRPr="00B320BE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</w:t>
      </w:r>
      <w:r w:rsidRPr="00B320BE">
        <w:rPr>
          <w:rFonts w:ascii="Times New Roman" w:hAnsi="Times New Roman"/>
          <w:sz w:val="28"/>
          <w:szCs w:val="28"/>
        </w:rPr>
        <w:t xml:space="preserve">. Контрактная служба создается </w:t>
      </w:r>
      <w:r w:rsidRPr="008E5677">
        <w:rPr>
          <w:rFonts w:ascii="Times New Roman" w:hAnsi="Times New Roman"/>
          <w:sz w:val="28"/>
          <w:szCs w:val="28"/>
        </w:rPr>
        <w:t xml:space="preserve">на основании </w:t>
      </w:r>
      <w:r>
        <w:rPr>
          <w:rFonts w:ascii="Times New Roman" w:hAnsi="Times New Roman"/>
          <w:sz w:val="28"/>
          <w:szCs w:val="28"/>
        </w:rPr>
        <w:t>утверждения</w:t>
      </w:r>
      <w:r w:rsidRPr="00B320BE">
        <w:rPr>
          <w:rFonts w:ascii="Times New Roman" w:hAnsi="Times New Roman"/>
          <w:sz w:val="28"/>
          <w:szCs w:val="28"/>
        </w:rPr>
        <w:t xml:space="preserve"> Заказчиком постоянного состава работников Заказчика, выполняющих функции контрактной службы без образования отдельного структурного подразделения.</w:t>
      </w:r>
    </w:p>
    <w:p w:rsidR="00876D81" w:rsidRPr="003345F7" w:rsidRDefault="00876D81" w:rsidP="003345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Контрактная служба состоит </w:t>
      </w:r>
      <w:r>
        <w:rPr>
          <w:rFonts w:ascii="Times New Roman" w:hAnsi="Times New Roman"/>
          <w:sz w:val="28"/>
          <w:szCs w:val="28"/>
          <w:highlight w:val="yellow"/>
        </w:rPr>
        <w:t>из 3</w:t>
      </w:r>
      <w:r w:rsidRPr="006C5A30">
        <w:rPr>
          <w:rFonts w:ascii="Times New Roman" w:hAnsi="Times New Roman"/>
          <w:sz w:val="28"/>
          <w:szCs w:val="28"/>
          <w:highlight w:val="yellow"/>
        </w:rPr>
        <w:t xml:space="preserve"> человек</w:t>
      </w:r>
      <w:r w:rsidRPr="003345F7">
        <w:rPr>
          <w:rFonts w:ascii="Times New Roman" w:hAnsi="Times New Roman"/>
          <w:sz w:val="28"/>
          <w:szCs w:val="28"/>
        </w:rPr>
        <w:t xml:space="preserve"> – должностных лиц контрактной службы из числа работников Заказчика. </w:t>
      </w:r>
    </w:p>
    <w:p w:rsidR="00876D81" w:rsidRPr="003345F7" w:rsidRDefault="00876D81" w:rsidP="003345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Возложение и снятие обязанностей</w:t>
      </w:r>
      <w:r w:rsidRPr="003345F7">
        <w:rPr>
          <w:rFonts w:ascii="Times New Roman" w:hAnsi="Times New Roman"/>
          <w:sz w:val="28"/>
          <w:szCs w:val="28"/>
        </w:rPr>
        <w:t xml:space="preserve"> работника контрактной службы допускается только по решению руководителя Заказчика или лица, исполняющего его обязанности.</w:t>
      </w:r>
    </w:p>
    <w:p w:rsidR="00876D81" w:rsidRDefault="00876D81" w:rsidP="00CE1EF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C5A30">
        <w:rPr>
          <w:rFonts w:ascii="Times New Roman" w:hAnsi="Times New Roman"/>
          <w:sz w:val="28"/>
          <w:szCs w:val="28"/>
          <w:highlight w:val="yellow"/>
        </w:rPr>
        <w:t>1.6. Контрактную службу возглавляет руководитель контрактной службы из числа заме</w:t>
      </w:r>
      <w:r>
        <w:rPr>
          <w:rFonts w:ascii="Times New Roman" w:hAnsi="Times New Roman"/>
          <w:sz w:val="28"/>
          <w:szCs w:val="28"/>
          <w:highlight w:val="yellow"/>
        </w:rPr>
        <w:t xml:space="preserve">стителей руководителя Заказчика, специалистов администрации (главный бухгалтер), </w:t>
      </w:r>
      <w:r w:rsidRPr="006C5A30">
        <w:rPr>
          <w:rFonts w:ascii="Times New Roman" w:hAnsi="Times New Roman"/>
          <w:sz w:val="28"/>
          <w:szCs w:val="28"/>
          <w:highlight w:val="yellow"/>
        </w:rPr>
        <w:t>(</w:t>
      </w:r>
      <w:r w:rsidRPr="006C5A30">
        <w:rPr>
          <w:rFonts w:ascii="Times New Roman" w:hAnsi="Times New Roman"/>
          <w:i/>
          <w:sz w:val="28"/>
          <w:szCs w:val="28"/>
          <w:highlight w:val="yellow"/>
        </w:rPr>
        <w:t>может и сам руководитель)</w:t>
      </w:r>
      <w:r w:rsidRPr="006C5A30">
        <w:rPr>
          <w:rFonts w:ascii="Times New Roman" w:hAnsi="Times New Roman"/>
          <w:sz w:val="28"/>
          <w:szCs w:val="28"/>
          <w:highlight w:val="yellow"/>
        </w:rPr>
        <w:t>.</w:t>
      </w:r>
    </w:p>
    <w:p w:rsidR="00876D81" w:rsidRPr="00B320BE" w:rsidRDefault="00876D81" w:rsidP="00B320B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 </w:t>
      </w:r>
      <w:r w:rsidRPr="00F618CA">
        <w:rPr>
          <w:rFonts w:ascii="Times New Roman" w:hAnsi="Times New Roman"/>
          <w:sz w:val="28"/>
          <w:szCs w:val="28"/>
        </w:rPr>
        <w:t>Руководитель контрактной службы в целях повышения эффективности работы работников контрактной службы</w:t>
      </w:r>
      <w:r w:rsidRPr="00CE1EF8">
        <w:rPr>
          <w:rFonts w:ascii="Times New Roman" w:hAnsi="Times New Roman"/>
          <w:sz w:val="28"/>
          <w:szCs w:val="28"/>
        </w:rPr>
        <w:t xml:space="preserve"> </w:t>
      </w:r>
      <w:r w:rsidRPr="00B320BE">
        <w:rPr>
          <w:rFonts w:ascii="Times New Roman" w:hAnsi="Times New Roman"/>
          <w:sz w:val="28"/>
          <w:szCs w:val="28"/>
        </w:rPr>
        <w:t>без образо</w:t>
      </w:r>
      <w:r>
        <w:rPr>
          <w:rFonts w:ascii="Times New Roman" w:hAnsi="Times New Roman"/>
          <w:sz w:val="28"/>
          <w:szCs w:val="28"/>
        </w:rPr>
        <w:t>вания отдельного подразделения</w:t>
      </w:r>
      <w:r w:rsidRPr="00F618CA">
        <w:rPr>
          <w:rFonts w:ascii="Times New Roman" w:hAnsi="Times New Roman"/>
          <w:sz w:val="28"/>
          <w:szCs w:val="28"/>
        </w:rPr>
        <w:t xml:space="preserve"> при формировании организационной структуры определяет должностные обязанности и персональную ответственность работников контрактной службы, распределяя определенные настоящим Положением функциональные обязанности между указанными работниками.</w:t>
      </w:r>
    </w:p>
    <w:p w:rsidR="00876D81" w:rsidRPr="003345F7" w:rsidRDefault="00876D81" w:rsidP="003345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345F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8</w:t>
      </w:r>
      <w:r w:rsidRPr="003345F7">
        <w:rPr>
          <w:rFonts w:ascii="Times New Roman" w:hAnsi="Times New Roman"/>
          <w:sz w:val="28"/>
          <w:szCs w:val="28"/>
        </w:rPr>
        <w:t>. Должностные лица контрактной службы</w:t>
      </w:r>
      <w:r w:rsidRPr="003016B1">
        <w:rPr>
          <w:rFonts w:ascii="Times New Roman" w:hAnsi="Times New Roman"/>
          <w:sz w:val="28"/>
          <w:szCs w:val="28"/>
        </w:rPr>
        <w:t xml:space="preserve"> </w:t>
      </w:r>
      <w:r w:rsidRPr="003345F7">
        <w:rPr>
          <w:rFonts w:ascii="Times New Roman" w:hAnsi="Times New Roman"/>
          <w:sz w:val="28"/>
          <w:szCs w:val="28"/>
        </w:rPr>
        <w:t>должны иметь высшее образование или дополнительное профессиональное образование в сфере закупок.</w:t>
      </w:r>
    </w:p>
    <w:p w:rsidR="00876D81" w:rsidRDefault="00876D81" w:rsidP="003345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</w:t>
      </w:r>
      <w:r w:rsidRPr="00EA1EA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Р</w:t>
      </w:r>
      <w:r w:rsidRPr="00EA1EA6">
        <w:rPr>
          <w:rFonts w:ascii="Times New Roman" w:hAnsi="Times New Roman"/>
          <w:sz w:val="28"/>
          <w:szCs w:val="28"/>
        </w:rPr>
        <w:t>аботники контрактной службы</w:t>
      </w:r>
      <w:r w:rsidRPr="003016B1">
        <w:rPr>
          <w:rFonts w:ascii="Times New Roman" w:hAnsi="Times New Roman"/>
          <w:sz w:val="28"/>
          <w:szCs w:val="28"/>
        </w:rPr>
        <w:t xml:space="preserve"> </w:t>
      </w:r>
      <w:r w:rsidRPr="00EA1EA6">
        <w:rPr>
          <w:rFonts w:ascii="Times New Roman" w:hAnsi="Times New Roman"/>
          <w:sz w:val="28"/>
          <w:szCs w:val="28"/>
        </w:rPr>
        <w:t>Заказчика могут быть членами комиссии по осуществлению закупок Заказчика</w:t>
      </w:r>
      <w:r>
        <w:rPr>
          <w:rFonts w:ascii="Times New Roman" w:hAnsi="Times New Roman"/>
          <w:sz w:val="28"/>
          <w:szCs w:val="28"/>
        </w:rPr>
        <w:t>.</w:t>
      </w:r>
    </w:p>
    <w:p w:rsidR="00876D81" w:rsidRPr="00F618CA" w:rsidRDefault="00876D81" w:rsidP="003016B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1.10. </w:t>
      </w:r>
      <w:r w:rsidRPr="00F618CA">
        <w:rPr>
          <w:rFonts w:ascii="Times New Roman" w:hAnsi="Times New Roman"/>
          <w:sz w:val="28"/>
          <w:szCs w:val="28"/>
        </w:rPr>
        <w:t>Функциональные обязанности контрактной службы:</w:t>
      </w:r>
    </w:p>
    <w:p w:rsidR="00876D81" w:rsidRPr="00F618CA" w:rsidRDefault="00876D81" w:rsidP="003016B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7" w:name="Par54"/>
      <w:bookmarkEnd w:id="7"/>
      <w:r w:rsidRPr="00F618CA">
        <w:rPr>
          <w:rFonts w:ascii="Times New Roman" w:hAnsi="Times New Roman"/>
          <w:sz w:val="28"/>
          <w:szCs w:val="28"/>
        </w:rPr>
        <w:t>1) планирование закупок;</w:t>
      </w:r>
    </w:p>
    <w:p w:rsidR="00876D81" w:rsidRPr="00F618CA" w:rsidRDefault="00876D81" w:rsidP="003016B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618CA">
        <w:rPr>
          <w:rFonts w:ascii="Times New Roman" w:hAnsi="Times New Roman"/>
          <w:sz w:val="28"/>
          <w:szCs w:val="28"/>
        </w:rPr>
        <w:t>2) организация на стадии планирования закупок консультаций с поставщиками (подрядчиками, исполнителями) и участие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государственных и муниципальных нужд;</w:t>
      </w:r>
    </w:p>
    <w:p w:rsidR="00876D81" w:rsidRPr="00F618CA" w:rsidRDefault="00876D81" w:rsidP="003016B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8" w:name="Par64"/>
      <w:bookmarkEnd w:id="8"/>
      <w:r w:rsidRPr="00F618CA">
        <w:rPr>
          <w:rFonts w:ascii="Times New Roman" w:hAnsi="Times New Roman"/>
          <w:sz w:val="28"/>
          <w:szCs w:val="28"/>
        </w:rPr>
        <w:t>3) обоснование закупок;</w:t>
      </w:r>
    </w:p>
    <w:p w:rsidR="00876D81" w:rsidRPr="00F618CA" w:rsidRDefault="00876D81" w:rsidP="003016B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618CA">
        <w:rPr>
          <w:rFonts w:ascii="Times New Roman" w:hAnsi="Times New Roman"/>
          <w:sz w:val="28"/>
          <w:szCs w:val="28"/>
        </w:rPr>
        <w:t>4) обоснование начальной (максимальной) цены контракта;</w:t>
      </w:r>
    </w:p>
    <w:p w:rsidR="00876D81" w:rsidRPr="00F618CA" w:rsidRDefault="00876D81" w:rsidP="003016B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618CA">
        <w:rPr>
          <w:rFonts w:ascii="Times New Roman" w:hAnsi="Times New Roman"/>
          <w:sz w:val="28"/>
          <w:szCs w:val="28"/>
        </w:rPr>
        <w:t>5) обязательное общественное обсуждение закупок;</w:t>
      </w:r>
    </w:p>
    <w:p w:rsidR="00876D81" w:rsidRPr="00F618CA" w:rsidRDefault="00876D81" w:rsidP="003016B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618CA">
        <w:rPr>
          <w:rFonts w:ascii="Times New Roman" w:hAnsi="Times New Roman"/>
          <w:sz w:val="28"/>
          <w:szCs w:val="28"/>
        </w:rPr>
        <w:t>6) организационно-техническое обеспечение деятельности комиссий по осуществлению закупок;</w:t>
      </w:r>
    </w:p>
    <w:p w:rsidR="00876D81" w:rsidRPr="00F618CA" w:rsidRDefault="00876D81" w:rsidP="003016B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618CA">
        <w:rPr>
          <w:rFonts w:ascii="Times New Roman" w:hAnsi="Times New Roman"/>
          <w:sz w:val="28"/>
          <w:szCs w:val="28"/>
        </w:rPr>
        <w:t>7) привлечение экспертов, экспертных организаций;</w:t>
      </w:r>
    </w:p>
    <w:p w:rsidR="00876D81" w:rsidRPr="00F618CA" w:rsidRDefault="00876D81" w:rsidP="003016B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618CA">
        <w:rPr>
          <w:rFonts w:ascii="Times New Roman" w:hAnsi="Times New Roman"/>
          <w:sz w:val="28"/>
          <w:szCs w:val="28"/>
        </w:rPr>
        <w:t>8) подготовка и размещение в единой информационной системе в сфере закупок (далее - единая информационная система) извещения об осуществлении закупки, документации о закупках, проектов контрактов;</w:t>
      </w:r>
    </w:p>
    <w:p w:rsidR="00876D81" w:rsidRPr="00F618CA" w:rsidRDefault="00876D81" w:rsidP="003016B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618CA">
        <w:rPr>
          <w:rFonts w:ascii="Times New Roman" w:hAnsi="Times New Roman"/>
          <w:sz w:val="28"/>
          <w:szCs w:val="28"/>
        </w:rPr>
        <w:t>9) подготовка и направление приглашений принять участие в определении поставщиков (подрядчиков, исполнителей) закрытыми способами;</w:t>
      </w:r>
    </w:p>
    <w:p w:rsidR="00876D81" w:rsidRPr="00F618CA" w:rsidRDefault="00876D81" w:rsidP="003016B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618CA">
        <w:rPr>
          <w:rFonts w:ascii="Times New Roman" w:hAnsi="Times New Roman"/>
          <w:sz w:val="28"/>
          <w:szCs w:val="28"/>
        </w:rPr>
        <w:t>10) рассмотрение банковских гарантий и организация осуществления уплаты денежных сумм по банковской гарантии;</w:t>
      </w:r>
    </w:p>
    <w:p w:rsidR="00876D81" w:rsidRPr="00F618CA" w:rsidRDefault="00876D81" w:rsidP="003016B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618CA">
        <w:rPr>
          <w:rFonts w:ascii="Times New Roman" w:hAnsi="Times New Roman"/>
          <w:sz w:val="28"/>
          <w:szCs w:val="28"/>
        </w:rPr>
        <w:t>11) организация заключения контракта;</w:t>
      </w:r>
    </w:p>
    <w:p w:rsidR="00876D81" w:rsidRPr="00F618CA" w:rsidRDefault="00876D81" w:rsidP="003016B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618CA">
        <w:rPr>
          <w:rFonts w:ascii="Times New Roman" w:hAnsi="Times New Roman"/>
          <w:sz w:val="28"/>
          <w:szCs w:val="28"/>
        </w:rPr>
        <w:t xml:space="preserve">12) организация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(далее - отдельный этап исполнения контракта), предусмотренных контрактом, включая проведение в соответствии с </w:t>
      </w:r>
      <w:r>
        <w:rPr>
          <w:rFonts w:ascii="Times New Roman" w:hAnsi="Times New Roman"/>
          <w:sz w:val="28"/>
          <w:szCs w:val="28"/>
        </w:rPr>
        <w:t>Законом</w:t>
      </w:r>
      <w:r w:rsidRPr="00F618CA">
        <w:rPr>
          <w:rFonts w:ascii="Times New Roman" w:hAnsi="Times New Roman"/>
          <w:sz w:val="28"/>
          <w:szCs w:val="28"/>
        </w:rPr>
        <w:t xml:space="preserve"> экспертизы поставленного товара, результатов выполненной работы, оказанной услуги, а также отдельных этапов исполнения контракта, обеспечение создания приемочной комиссии;</w:t>
      </w:r>
    </w:p>
    <w:p w:rsidR="00876D81" w:rsidRPr="00F618CA" w:rsidRDefault="00876D81" w:rsidP="003016B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618CA">
        <w:rPr>
          <w:rFonts w:ascii="Times New Roman" w:hAnsi="Times New Roman"/>
          <w:sz w:val="28"/>
          <w:szCs w:val="28"/>
        </w:rPr>
        <w:t>13) организация оплаты поставленного товара, выполненной работы (ее результатов), оказанной услуги, отдельных этапов исполнения контракта;</w:t>
      </w:r>
    </w:p>
    <w:p w:rsidR="00876D81" w:rsidRPr="00F618CA" w:rsidRDefault="00876D81" w:rsidP="003016B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618CA">
        <w:rPr>
          <w:rFonts w:ascii="Times New Roman" w:hAnsi="Times New Roman"/>
          <w:sz w:val="28"/>
          <w:szCs w:val="28"/>
        </w:rPr>
        <w:t>14) взаимодействие с поставщиком (подрядчиком, исполнителем) при изменении, расторжении контракта;</w:t>
      </w:r>
    </w:p>
    <w:p w:rsidR="00876D81" w:rsidRPr="00F618CA" w:rsidRDefault="00876D81" w:rsidP="003016B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618CA">
        <w:rPr>
          <w:rFonts w:ascii="Times New Roman" w:hAnsi="Times New Roman"/>
          <w:sz w:val="28"/>
          <w:szCs w:val="28"/>
        </w:rPr>
        <w:t>15) организация включения в реестр недобросовестных поставщиков (подрядчиков, исполнителей) информации о поставщике (подрядчике, исполнителе);</w:t>
      </w:r>
    </w:p>
    <w:p w:rsidR="00876D81" w:rsidRPr="00F618CA" w:rsidRDefault="00876D81" w:rsidP="003016B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618CA">
        <w:rPr>
          <w:rFonts w:ascii="Times New Roman" w:hAnsi="Times New Roman"/>
          <w:sz w:val="28"/>
          <w:szCs w:val="28"/>
        </w:rPr>
        <w:t>16) направление поставщику (подрядчику, исполнителю) требования об уплате неустоек (штрафов, пеней);</w:t>
      </w:r>
    </w:p>
    <w:p w:rsidR="00876D81" w:rsidRPr="00F618CA" w:rsidRDefault="00876D81" w:rsidP="003016B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618CA">
        <w:rPr>
          <w:rFonts w:ascii="Times New Roman" w:hAnsi="Times New Roman"/>
          <w:sz w:val="28"/>
          <w:szCs w:val="28"/>
        </w:rPr>
        <w:t>17) участие в рассмотрении дел об обжаловании действий (бездействия) Заказчика и осуществление подготовки материалов для выполнения претензионной работы.</w:t>
      </w:r>
    </w:p>
    <w:p w:rsidR="00876D81" w:rsidRPr="00F618CA" w:rsidRDefault="00876D81" w:rsidP="003016B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618C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.11.</w:t>
      </w:r>
      <w:r w:rsidRPr="00F618CA">
        <w:rPr>
          <w:rFonts w:ascii="Times New Roman" w:hAnsi="Times New Roman"/>
          <w:sz w:val="28"/>
          <w:szCs w:val="28"/>
        </w:rPr>
        <w:t xml:space="preserve"> Порядок действий контрактной службы</w:t>
      </w:r>
      <w:r w:rsidRPr="00C10161">
        <w:rPr>
          <w:rFonts w:ascii="Times New Roman" w:hAnsi="Times New Roman"/>
          <w:sz w:val="28"/>
          <w:szCs w:val="28"/>
        </w:rPr>
        <w:t xml:space="preserve"> </w:t>
      </w:r>
      <w:r w:rsidRPr="00B320BE">
        <w:rPr>
          <w:rFonts w:ascii="Times New Roman" w:hAnsi="Times New Roman"/>
          <w:sz w:val="28"/>
          <w:szCs w:val="28"/>
        </w:rPr>
        <w:t>без образо</w:t>
      </w:r>
      <w:r>
        <w:rPr>
          <w:rFonts w:ascii="Times New Roman" w:hAnsi="Times New Roman"/>
          <w:sz w:val="28"/>
          <w:szCs w:val="28"/>
        </w:rPr>
        <w:t>вания отдельного подразделения</w:t>
      </w:r>
      <w:r w:rsidRPr="00F618CA">
        <w:rPr>
          <w:rFonts w:ascii="Times New Roman" w:hAnsi="Times New Roman"/>
          <w:sz w:val="28"/>
          <w:szCs w:val="28"/>
        </w:rPr>
        <w:t xml:space="preserve"> для осуществления своих полномочий, а также порядок взаимодействия контрактной службы</w:t>
      </w:r>
      <w:r w:rsidRPr="00C10161">
        <w:rPr>
          <w:rFonts w:ascii="Times New Roman" w:hAnsi="Times New Roman"/>
          <w:sz w:val="28"/>
          <w:szCs w:val="28"/>
        </w:rPr>
        <w:t xml:space="preserve"> </w:t>
      </w:r>
      <w:r w:rsidRPr="00B320BE">
        <w:rPr>
          <w:rFonts w:ascii="Times New Roman" w:hAnsi="Times New Roman"/>
          <w:sz w:val="28"/>
          <w:szCs w:val="28"/>
        </w:rPr>
        <w:t>без образо</w:t>
      </w:r>
      <w:r>
        <w:rPr>
          <w:rFonts w:ascii="Times New Roman" w:hAnsi="Times New Roman"/>
          <w:sz w:val="28"/>
          <w:szCs w:val="28"/>
        </w:rPr>
        <w:t>вания отдельного подразделения</w:t>
      </w:r>
      <w:r w:rsidRPr="00F618CA">
        <w:rPr>
          <w:rFonts w:ascii="Times New Roman" w:hAnsi="Times New Roman"/>
          <w:sz w:val="28"/>
          <w:szCs w:val="28"/>
        </w:rPr>
        <w:t xml:space="preserve"> с другими подразделениями Заказчика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(если таковые есть)</w:t>
      </w:r>
      <w:r w:rsidRPr="00F618CA">
        <w:rPr>
          <w:rFonts w:ascii="Times New Roman" w:hAnsi="Times New Roman"/>
          <w:sz w:val="28"/>
          <w:szCs w:val="28"/>
        </w:rPr>
        <w:t>, комиссией по осуществлению закупок определяется положением (регламентом), утвержденным Заказчиком в соответствии с настоящим Положением.</w:t>
      </w:r>
    </w:p>
    <w:p w:rsidR="00876D81" w:rsidRDefault="00876D81" w:rsidP="0058398A">
      <w:pPr>
        <w:pStyle w:val="Heading4"/>
        <w:spacing w:before="0" w:after="0" w:line="240" w:lineRule="auto"/>
        <w:ind w:firstLine="0"/>
        <w:jc w:val="center"/>
      </w:pPr>
    </w:p>
    <w:p w:rsidR="00876D81" w:rsidRPr="003345F7" w:rsidRDefault="00876D81" w:rsidP="0058398A">
      <w:pPr>
        <w:pStyle w:val="Heading4"/>
        <w:spacing w:before="0" w:after="0" w:line="240" w:lineRule="auto"/>
        <w:ind w:firstLine="0"/>
        <w:jc w:val="center"/>
      </w:pPr>
      <w:r w:rsidRPr="003345F7">
        <w:rPr>
          <w:lang w:val="en-US"/>
        </w:rPr>
        <w:t>II</w:t>
      </w:r>
      <w:r w:rsidRPr="003345F7">
        <w:t>. Функции и полномочия контрактной службы</w:t>
      </w:r>
    </w:p>
    <w:p w:rsidR="00876D81" w:rsidRPr="003345F7" w:rsidRDefault="00876D81" w:rsidP="003345F7">
      <w:pPr>
        <w:pStyle w:val="NormalWeb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3345F7">
        <w:rPr>
          <w:sz w:val="28"/>
          <w:szCs w:val="28"/>
        </w:rPr>
        <w:t>2.1. Контрактная служба осуществля</w:t>
      </w:r>
      <w:r>
        <w:rPr>
          <w:sz w:val="28"/>
          <w:szCs w:val="28"/>
        </w:rPr>
        <w:t>е</w:t>
      </w:r>
      <w:r w:rsidRPr="003345F7">
        <w:rPr>
          <w:sz w:val="28"/>
          <w:szCs w:val="28"/>
        </w:rPr>
        <w:t>т</w:t>
      </w:r>
      <w:r>
        <w:rPr>
          <w:sz w:val="28"/>
          <w:szCs w:val="28"/>
        </w:rPr>
        <w:t xml:space="preserve"> следующие функции и полномочия:</w:t>
      </w:r>
      <w:r w:rsidRPr="003345F7">
        <w:rPr>
          <w:sz w:val="28"/>
          <w:szCs w:val="28"/>
        </w:rPr>
        <w:t xml:space="preserve"> 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2.1. 1. </w:t>
      </w:r>
      <w:r w:rsidRPr="001F35F1">
        <w:rPr>
          <w:rFonts w:ascii="Times New Roman" w:hAnsi="Times New Roman"/>
          <w:sz w:val="28"/>
          <w:szCs w:val="28"/>
        </w:rPr>
        <w:t xml:space="preserve"> при планировании закупок: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а) разрабатывает план закупок, осуществляет подготовку изменений для внесения в план закупок, размещает в единой информационной системе план закупок и внесенные в него изменения;</w:t>
      </w:r>
    </w:p>
    <w:p w:rsidR="00876D81" w:rsidRPr="005A384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 xml:space="preserve">б) </w:t>
      </w:r>
      <w:r w:rsidRPr="005A3841">
        <w:rPr>
          <w:rFonts w:ascii="Times New Roman" w:hAnsi="Times New Roman"/>
          <w:sz w:val="28"/>
          <w:szCs w:val="28"/>
        </w:rPr>
        <w:t xml:space="preserve">размещает планы закупок на сайтах Заказчика в информационно-телекоммуникационной сети "Интернет" (при наличии), а также опубликовывает в любых печатных изданиях в соответствии с </w:t>
      </w:r>
      <w:hyperlink r:id="rId7" w:history="1">
        <w:r w:rsidRPr="005A3841">
          <w:rPr>
            <w:rFonts w:ascii="Times New Roman" w:hAnsi="Times New Roman"/>
            <w:sz w:val="28"/>
            <w:szCs w:val="28"/>
          </w:rPr>
          <w:t>частью 10 статьи 17</w:t>
        </w:r>
      </w:hyperlink>
      <w:r w:rsidRPr="005A3841">
        <w:rPr>
          <w:rFonts w:ascii="Times New Roman" w:hAnsi="Times New Roman"/>
          <w:sz w:val="28"/>
          <w:szCs w:val="28"/>
        </w:rPr>
        <w:t xml:space="preserve"> Федерального закона;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в) обеспечивает подготовку обоснования закупки при формировании плана закупок;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г) разрабатывает план-график, осуществляет подготовку изменений для внесения в план-график, размещает в единой информационной системе план-график и внесенные в него изменения;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д) организует утверждение плана закупок, плана-графика;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е) определяет и обосновывает начальную (максимальную) цену контракта, цену контракта, заключаемого с единственным поставщиком (подрядчиком, исполнителем) при формировании плана-графика закупок;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2.1.2. </w:t>
      </w:r>
      <w:r w:rsidRPr="001F35F1">
        <w:rPr>
          <w:rFonts w:ascii="Times New Roman" w:hAnsi="Times New Roman"/>
          <w:sz w:val="28"/>
          <w:szCs w:val="28"/>
        </w:rPr>
        <w:t xml:space="preserve"> при определении поставщиков (подрядчиков, исполнителей):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а) выбирает способ определения поставщика (подрядчика, исполнителя);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б) уточняет в рамках обоснования цены цену контракта и ее обоснование в извещениях об осуществлении закупок, приглашениях принять участие в определении поставщиков (подрядчиков, исполнителей) закрытыми способами, конкурсной документации, документации об аукционе;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в) уточняет в рамках обоснования цены цену контракта, заключаемого с единственным поставщиком (подрядчиком, исполнителем);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г) осуществляет подготовку извещений об осуществлении закупок, документации о закупках (за исключением описания объекта закупки), проектов контрактов, изменений в извещения об осуществлении закупок, в документацию о закупках, приглашения принять участие в определении поставщиков (подрядчиков, исполнителей) закрытыми способами;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д) осуществляет подготовку протоколов заседаний комиссий по осуществлению закупок на осно</w:t>
      </w:r>
      <w:r>
        <w:rPr>
          <w:rFonts w:ascii="Times New Roman" w:hAnsi="Times New Roman"/>
          <w:sz w:val="28"/>
          <w:szCs w:val="28"/>
        </w:rPr>
        <w:t xml:space="preserve">вании </w:t>
      </w:r>
      <w:r w:rsidRPr="001F35F1">
        <w:rPr>
          <w:rFonts w:ascii="Times New Roman" w:hAnsi="Times New Roman"/>
          <w:sz w:val="28"/>
          <w:szCs w:val="28"/>
        </w:rPr>
        <w:t xml:space="preserve"> решений, принятых членами комиссии по осуществлению закупок;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е) организует подготовку описания объекта закупки в документации о закупке;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ж) осуществляет организационно-техническое обеспечение деятельности комиссий по осуществлению закупок, в том числе обеспечивает проверку: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соответствия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являющихся объектом закупки;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правомочности участника закупки заключать контракт;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непроведения ликвидации участника закупки - юридического лица и отсутствия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 xml:space="preserve">неприостановления деятельности участника закупки в порядке, установленном </w:t>
      </w:r>
      <w:hyperlink r:id="rId8" w:history="1">
        <w:r w:rsidRPr="008B6E11">
          <w:rPr>
            <w:rFonts w:ascii="Times New Roman" w:hAnsi="Times New Roman"/>
            <w:sz w:val="28"/>
            <w:szCs w:val="28"/>
          </w:rPr>
          <w:t>Кодексом</w:t>
        </w:r>
      </w:hyperlink>
      <w:r w:rsidRPr="001F35F1">
        <w:rPr>
          <w:rFonts w:ascii="Times New Roman" w:hAnsi="Times New Roman"/>
          <w:sz w:val="28"/>
          <w:szCs w:val="28"/>
        </w:rPr>
        <w:t xml:space="preserve"> Российской Федерации об административных правонарушениях, на дату подачи заявки на участие в закупке;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отсутствия у участника закупки недоимки по налогам, сборам, задолженности по иным обязательным платежам в бюджеты бюджетной системы Российской Федерации;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отсутствия в реестре недобросовестных поставщиков (подрядчиков, исполнителей) информации об участнике закупки - юридическом лице,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отсутствия у участника закупки - физического лица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обладания участником закупки исключительными правами на результаты интеллектуальной деятельности;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 xml:space="preserve">соответствия дополнительным требованиям, устанавливаемым в соответствии с </w:t>
      </w:r>
      <w:hyperlink r:id="rId9" w:history="1">
        <w:r w:rsidRPr="008B6E11">
          <w:rPr>
            <w:rFonts w:ascii="Times New Roman" w:hAnsi="Times New Roman"/>
            <w:sz w:val="28"/>
            <w:szCs w:val="28"/>
          </w:rPr>
          <w:t>частью 2 статьи 31</w:t>
        </w:r>
      </w:hyperlink>
      <w:r w:rsidRPr="001F35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1F35F1">
        <w:rPr>
          <w:rFonts w:ascii="Times New Roman" w:hAnsi="Times New Roman"/>
          <w:sz w:val="28"/>
          <w:szCs w:val="28"/>
        </w:rPr>
        <w:t>акона;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з) обеспечивает привлечение на основе контракта специализированной организации для выполнения отдельных функций по определению поставщика;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и) обеспечивает предоставление учреждениям и предприятиям уголовно-исполнительной системы, организациям инвалидов преимущества в отношении предлагаемой ими цены контракта;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к) обеспечивает осуществление закупки у субъектов малого предпринимательства, социально ориентированных некоммерческих организаций, устанавливает требование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л) размещает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извещения об осуществлении закупок, документацию о закупках и проекты контрактов, протоколы, предусмотренные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35F1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>
          <w:rPr>
            <w:rFonts w:ascii="Times New Roman" w:hAnsi="Times New Roman"/>
            <w:sz w:val="28"/>
            <w:szCs w:val="28"/>
          </w:rPr>
          <w:t>Законом</w:t>
        </w:r>
      </w:hyperlink>
      <w:r w:rsidRPr="001F35F1">
        <w:rPr>
          <w:rFonts w:ascii="Times New Roman" w:hAnsi="Times New Roman"/>
          <w:sz w:val="28"/>
          <w:szCs w:val="28"/>
        </w:rPr>
        <w:t>;</w:t>
      </w:r>
    </w:p>
    <w:p w:rsidR="00876D81" w:rsidRPr="005A384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 xml:space="preserve">м) </w:t>
      </w:r>
      <w:r w:rsidRPr="005A3841">
        <w:rPr>
          <w:rFonts w:ascii="Times New Roman" w:hAnsi="Times New Roman"/>
          <w:sz w:val="28"/>
          <w:szCs w:val="28"/>
        </w:rPr>
        <w:t>публикует по решению руководителя контрактной службы извещение об осуществлении закупок в любых средствах массовой информации или размещает это извещение на сайтах в информационно-телекоммуникационной сети "Интернет" при условии, что такое опубликование или такое размещение осуществляется наряду с предусмотренным  Законом  размещением;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н) подготавливает и направляет в письменной форме или в форме электронного документа разъяснения положений документации о закупке;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о) обеспечивает сохранность конвертов с заявками на участие в закупках, защищенность, неприкосновенность и конфиденциальность поданных в форме электронных документов заявок на участие в закупках и обеспечивает рассмотрение содержания заявок на участие в закупках только после вскрытия конвертов с заявками на участие в закупках или открытия доступа к поданным в форме электронных документов заявкам на участие в закупках;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п) предоставляет возможность всем участникам закупки, подавшим заявки на участие в закупке, или их представителям присутствовать при вскрытии конвертов с заявками на участие в закупке и (или) открытии доступа к поданным в форме электронных документов заявкам на участие в закупке;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р) обеспечивает возможность в режиме реального времени получать информацию об открытии доступа к поданным в форме электронных документов заявкам на участие в закупке;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с) обеспечивает осуществление аудиозаписи вскрытия конвертов с заявками на участие в закупках и (или) открытия доступа к поданным в форме электронных документов заявкам на участие в закупках;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т) обеспечивает хранение в сроки, установленные законодательством, протоколов, составленных в ходе проведения закупок, заявок на участие в закупках, документации о закупках, изменений, внесенных в документацию о закупках, разъяснений положений документации о закупках и аудиозаписи вскрытия конвертов с заявками на участие в закупках и (или) открытия доступа к поданным в форме электронных документов заявкам на участие в закупках;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у) привлекает экспертов, экспертные организации;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 xml:space="preserve">ф) обеспечивает согласование применения закрытых способов определения поставщиков (подрядчиков, исполнителей) в порядке, установленном федеральным органом исполнительной власти по регулированию контрактной системы в сфере закупок, в соответствии с </w:t>
      </w:r>
      <w:hyperlink r:id="rId11" w:history="1">
        <w:r w:rsidRPr="003D4194">
          <w:rPr>
            <w:rFonts w:ascii="Times New Roman" w:hAnsi="Times New Roman"/>
            <w:sz w:val="28"/>
            <w:szCs w:val="28"/>
          </w:rPr>
          <w:t>частью 3 статьи 84</w:t>
        </w:r>
      </w:hyperlink>
      <w:r w:rsidRPr="001F35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1F35F1">
        <w:rPr>
          <w:rFonts w:ascii="Times New Roman" w:hAnsi="Times New Roman"/>
          <w:sz w:val="28"/>
          <w:szCs w:val="28"/>
        </w:rPr>
        <w:t>акона;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 xml:space="preserve">х) обеспечивает направление необходимых документов для заключения контракта с единственным поставщиком (подрядчиком, исполнителем) по результатам несостоявшихся процедур определения поставщика в установленных </w:t>
      </w:r>
      <w:r>
        <w:rPr>
          <w:rFonts w:ascii="Times New Roman" w:hAnsi="Times New Roman"/>
          <w:sz w:val="28"/>
          <w:szCs w:val="28"/>
        </w:rPr>
        <w:t>З</w:t>
      </w:r>
      <w:r w:rsidRPr="001F35F1">
        <w:rPr>
          <w:rFonts w:ascii="Times New Roman" w:hAnsi="Times New Roman"/>
          <w:sz w:val="28"/>
          <w:szCs w:val="28"/>
        </w:rPr>
        <w:t xml:space="preserve">аконом случаях в соответствующие органы, определенные </w:t>
      </w:r>
      <w:hyperlink r:id="rId12" w:history="1">
        <w:r w:rsidRPr="003D4194">
          <w:rPr>
            <w:rFonts w:ascii="Times New Roman" w:hAnsi="Times New Roman"/>
            <w:sz w:val="28"/>
            <w:szCs w:val="28"/>
          </w:rPr>
          <w:t>пунктом 25 части 1 статьи 93</w:t>
        </w:r>
      </w:hyperlink>
      <w:r w:rsidRPr="003D41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1F35F1">
        <w:rPr>
          <w:rFonts w:ascii="Times New Roman" w:hAnsi="Times New Roman"/>
          <w:sz w:val="28"/>
          <w:szCs w:val="28"/>
        </w:rPr>
        <w:t>акона;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ц) обосновывает в документально оформленном отчете невозможность или нецелесообразность использования иных способов определения поставщика (подрядчика, исполнителя), а также цену контракта и иные существенные условия контракта в случае осуществления закупки у единственного поставщика (подрядчика, исполнителя) для заключения контракта;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ч) обеспечивает заключение контрактов;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ш) организует включение в реестр недобросовестных поставщиков (подрядчиков, исполнителей) информации об участниках закупок, уклонившихся от заключения контрактов;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2.1.3. </w:t>
      </w:r>
      <w:r w:rsidRPr="001F35F1">
        <w:rPr>
          <w:rFonts w:ascii="Times New Roman" w:hAnsi="Times New Roman"/>
          <w:sz w:val="28"/>
          <w:szCs w:val="28"/>
        </w:rPr>
        <w:t xml:space="preserve"> при исполнении, изменении, расторжении контракта: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а) обеспечивает приемку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б) организует оплату поставленного товара, выполненной работы (ее результатов), оказанной услуги, а также отдельных этапов исполнения контракта;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в) взаимодействует с поставщиком (подрядчиком, исполнителем) при изменении, расторжении контракта, применяет меры ответственности, в том числе направляет поставщику (подрядчику, исполнителю) требование об уплате неустоек (штрафов, пеней) в случае просрочки исполнения поставщиком (подрядчиком, исполнителем)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(подрядчиком, исполнителем) обязательств, предусмотренных контрактом, совершает иные действия в случае нарушения поставщиком (подрядчиком, исполнителем) условий контракта;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г) организует проведение экспертизы поставленного товара, выполненной работы, оказанной услуги, привлекает экспертов, экспертные организации;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д) в случае необходимости обеспечивает создание приемочной комиссии не менее чем из пяти человек для приемки поставленного товара, выполненной работы или оказанной услуги, результатов отдельного этапа исполнения контракта;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е) подготавливает документ о приемке результатов отдельного этапа исполнения контракта, а также поставленного товара, выполненной работы или оказанной услуги;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ж) размещает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отчет, содержащий информацию об исполнении контракта, о соблюдении промежуточных и окончательных сроков исполнения контракта, о ненадлежащем исполнении контракта (с указанием допущенных нарушений) или о неисполнении контракта и о санкциях, которые применены в связи с нарушением условий контракта или его неисполнением, об изменении или о расторжении контракта в ходе его исполнения, информацию об изменении контракта или о расторжении контракта, за исключением сведений, составляющих государственную тайну;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з) организует включение в реестр недобросовестных поставщиков (подрядчиков, исполнителей) информации о поставщике (подрядчике, исполнителе), с которым контракт был расторгнут по решению суда или в связи с односторонним отказом Заказчика от исполнения контракта;</w:t>
      </w:r>
    </w:p>
    <w:p w:rsidR="00876D81" w:rsidRPr="001F35F1" w:rsidRDefault="00876D81" w:rsidP="001F35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5F1">
        <w:rPr>
          <w:rFonts w:ascii="Times New Roman" w:hAnsi="Times New Roman"/>
          <w:sz w:val="28"/>
          <w:szCs w:val="28"/>
        </w:rPr>
        <w:t>и) составляет и размещает в единой информационной системе отчет об объеме закупок у субъектов малого предпринимательства, социально ориентированных некоммерческих организаций.</w:t>
      </w:r>
    </w:p>
    <w:p w:rsidR="00876D81" w:rsidRPr="00A87E7F" w:rsidRDefault="00876D81" w:rsidP="00A87E7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345F7">
        <w:rPr>
          <w:rFonts w:ascii="Times New Roman" w:hAnsi="Times New Roman"/>
          <w:sz w:val="28"/>
          <w:szCs w:val="28"/>
        </w:rPr>
        <w:t>2.2. Контрактная служба осуществля</w:t>
      </w:r>
      <w:r>
        <w:rPr>
          <w:rFonts w:ascii="Times New Roman" w:hAnsi="Times New Roman"/>
          <w:sz w:val="28"/>
          <w:szCs w:val="28"/>
        </w:rPr>
        <w:t>е</w:t>
      </w:r>
      <w:r w:rsidRPr="003345F7">
        <w:rPr>
          <w:rFonts w:ascii="Times New Roman" w:hAnsi="Times New Roman"/>
          <w:sz w:val="28"/>
          <w:szCs w:val="28"/>
        </w:rPr>
        <w:t>т иные полномочия, предусмотренные Законом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87E7F">
        <w:rPr>
          <w:rFonts w:cs="Calibri"/>
        </w:rPr>
        <w:t xml:space="preserve"> </w:t>
      </w:r>
      <w:r w:rsidRPr="00A87E7F">
        <w:rPr>
          <w:rFonts w:ascii="Times New Roman" w:hAnsi="Times New Roman"/>
          <w:sz w:val="28"/>
          <w:szCs w:val="28"/>
        </w:rPr>
        <w:t>в том числе:</w:t>
      </w:r>
    </w:p>
    <w:p w:rsidR="00876D81" w:rsidRPr="00A87E7F" w:rsidRDefault="00876D81" w:rsidP="00A87E7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87E7F">
        <w:rPr>
          <w:rFonts w:ascii="Times New Roman" w:hAnsi="Times New Roman"/>
          <w:sz w:val="28"/>
          <w:szCs w:val="28"/>
        </w:rPr>
        <w:t>1) организует в случае необходимости консультации с поставщиками (подрядчиками, исполнителями) и участвует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государственных и муниципальных нужд;</w:t>
      </w:r>
    </w:p>
    <w:p w:rsidR="00876D81" w:rsidRPr="00A87E7F" w:rsidRDefault="00876D81" w:rsidP="00A87E7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87E7F">
        <w:rPr>
          <w:rFonts w:ascii="Times New Roman" w:hAnsi="Times New Roman"/>
          <w:sz w:val="28"/>
          <w:szCs w:val="28"/>
        </w:rPr>
        <w:t>2) организует обязательное общественное обсуждение закупки товара, работы или услуги, по результатам которого в случае необходимости осуществляет подготовку изменений для внесения в планы закупок, планы-графики, документацию о закупках или обеспечивает отмену закупки;</w:t>
      </w:r>
    </w:p>
    <w:p w:rsidR="00876D81" w:rsidRPr="00A87E7F" w:rsidRDefault="00876D81" w:rsidP="00A87E7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87E7F">
        <w:rPr>
          <w:rFonts w:ascii="Times New Roman" w:hAnsi="Times New Roman"/>
          <w:sz w:val="28"/>
          <w:szCs w:val="28"/>
        </w:rPr>
        <w:t>3) принимает участие в утверждении требований к закупаемым Заказчиком отдельным видам товаров, работ, услуг (в том числе предельным ценам товаров, работ, услуг) и (или) нормативным затратам на обеспечение функций Заказчика и размещает их в единой информационной системе;</w:t>
      </w:r>
    </w:p>
    <w:p w:rsidR="00876D81" w:rsidRPr="00A87E7F" w:rsidRDefault="00876D81" w:rsidP="00A87E7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87E7F">
        <w:rPr>
          <w:rFonts w:ascii="Times New Roman" w:hAnsi="Times New Roman"/>
          <w:sz w:val="28"/>
          <w:szCs w:val="28"/>
        </w:rPr>
        <w:t>4) участвует в рассмотрении дел об обжаловании действий (бездействия) Заказчика, в том числе обжаловании результатов определения поставщиков (подрядчиков, исполнителей), и осуществляет подготовку материалов для осуществления претензионной работы;</w:t>
      </w:r>
    </w:p>
    <w:p w:rsidR="00876D81" w:rsidRPr="00A87E7F" w:rsidRDefault="00876D81" w:rsidP="00A87E7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87E7F">
        <w:rPr>
          <w:rFonts w:ascii="Times New Roman" w:hAnsi="Times New Roman"/>
          <w:sz w:val="28"/>
          <w:szCs w:val="28"/>
        </w:rPr>
        <w:t>5) разрабатывает проекты контрактов, в том числе типовых контрактов Заказчика, типовых условий контрактов Заказчика;</w:t>
      </w:r>
    </w:p>
    <w:p w:rsidR="00876D81" w:rsidRPr="00A87E7F" w:rsidRDefault="00876D81" w:rsidP="00A87E7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87E7F">
        <w:rPr>
          <w:rFonts w:ascii="Times New Roman" w:hAnsi="Times New Roman"/>
          <w:sz w:val="28"/>
          <w:szCs w:val="28"/>
        </w:rPr>
        <w:t xml:space="preserve">6) осуществляет проверку банковских гарантий, поступивших в качестве обеспечения исполнения контрактов, на соответствие требованиям </w:t>
      </w:r>
      <w:r>
        <w:rPr>
          <w:rFonts w:ascii="Times New Roman" w:hAnsi="Times New Roman"/>
          <w:sz w:val="28"/>
          <w:szCs w:val="28"/>
        </w:rPr>
        <w:t>Закона</w:t>
      </w:r>
      <w:r w:rsidRPr="00A87E7F">
        <w:rPr>
          <w:rFonts w:ascii="Times New Roman" w:hAnsi="Times New Roman"/>
          <w:sz w:val="28"/>
          <w:szCs w:val="28"/>
        </w:rPr>
        <w:t>;</w:t>
      </w:r>
    </w:p>
    <w:p w:rsidR="00876D81" w:rsidRPr="00A87E7F" w:rsidRDefault="00876D81" w:rsidP="00A87E7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87E7F">
        <w:rPr>
          <w:rFonts w:ascii="Times New Roman" w:hAnsi="Times New Roman"/>
          <w:sz w:val="28"/>
          <w:szCs w:val="28"/>
        </w:rPr>
        <w:t>7) информирует в случае отказа Заказчика в принятии банковской гарантии об этом лицо, предоставившее банковскую гарантию, с указанием причин, послуживших основанием для отказа;</w:t>
      </w:r>
    </w:p>
    <w:p w:rsidR="00876D81" w:rsidRPr="00A87E7F" w:rsidRDefault="00876D81" w:rsidP="00A87E7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87E7F">
        <w:rPr>
          <w:rFonts w:ascii="Times New Roman" w:hAnsi="Times New Roman"/>
          <w:sz w:val="28"/>
          <w:szCs w:val="28"/>
        </w:rPr>
        <w:t xml:space="preserve">8) организует осуществление уплаты денежных сумм по банковской гарантии в случаях, предусмотренных </w:t>
      </w:r>
      <w:r>
        <w:rPr>
          <w:rFonts w:ascii="Times New Roman" w:hAnsi="Times New Roman"/>
          <w:sz w:val="28"/>
          <w:szCs w:val="28"/>
        </w:rPr>
        <w:t>Законом</w:t>
      </w:r>
      <w:r w:rsidRPr="00A87E7F">
        <w:rPr>
          <w:rFonts w:ascii="Times New Roman" w:hAnsi="Times New Roman"/>
          <w:sz w:val="28"/>
          <w:szCs w:val="28"/>
        </w:rPr>
        <w:t>;</w:t>
      </w:r>
    </w:p>
    <w:p w:rsidR="00876D81" w:rsidRPr="00A87E7F" w:rsidRDefault="00876D81" w:rsidP="00A87E7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87E7F">
        <w:rPr>
          <w:rFonts w:ascii="Times New Roman" w:hAnsi="Times New Roman"/>
          <w:sz w:val="28"/>
          <w:szCs w:val="28"/>
        </w:rPr>
        <w:t>9) организует возврат денежных средств, внесенных в качестве обеспечения исполнения заявок или обеспечения исполнения контрактов.</w:t>
      </w:r>
    </w:p>
    <w:p w:rsidR="00876D81" w:rsidRPr="00C10161" w:rsidRDefault="00876D81" w:rsidP="00C1016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10161">
        <w:rPr>
          <w:rFonts w:ascii="Times New Roman" w:hAnsi="Times New Roman"/>
          <w:sz w:val="28"/>
          <w:szCs w:val="28"/>
        </w:rPr>
        <w:t>2.3. В целях реализации функций и полномочий, указанных в пунктах 2.1 и 2.2 настоящего Положения, должностные лица контрактной службы  обязаны:</w:t>
      </w:r>
    </w:p>
    <w:p w:rsidR="00876D81" w:rsidRPr="003345F7" w:rsidRDefault="00876D81" w:rsidP="003345F7">
      <w:pPr>
        <w:pStyle w:val="NormalWeb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3345F7">
        <w:rPr>
          <w:sz w:val="28"/>
          <w:szCs w:val="28"/>
        </w:rPr>
        <w:t>1) не допускать разглашения сведений, ставших им известными в ходе проведения процедур определения поставщика (подрядчика, исполнителя), кроме случаев, прямо предусмотренных законодательством Российской Федерации;</w:t>
      </w:r>
    </w:p>
    <w:p w:rsidR="00876D81" w:rsidRPr="003345F7" w:rsidRDefault="00876D81" w:rsidP="003345F7">
      <w:pPr>
        <w:pStyle w:val="NormalWeb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3345F7">
        <w:rPr>
          <w:sz w:val="28"/>
          <w:szCs w:val="28"/>
        </w:rPr>
        <w:t>2) не проводить переговоров с участниками закупок до выявления победителя определения поставщика (подрядчика, исполнителя) процедур закупок, кроме случаев, прямо предусмотренных законодательством Российской Федерации;</w:t>
      </w:r>
    </w:p>
    <w:p w:rsidR="00876D81" w:rsidRDefault="00876D81" w:rsidP="0064799E">
      <w:pPr>
        <w:pStyle w:val="NormalWeb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345F7">
        <w:rPr>
          <w:sz w:val="28"/>
          <w:szCs w:val="28"/>
        </w:rPr>
        <w:t xml:space="preserve">) </w:t>
      </w:r>
      <w:r w:rsidRPr="0064799E">
        <w:rPr>
          <w:sz w:val="28"/>
          <w:szCs w:val="28"/>
        </w:rPr>
        <w:t xml:space="preserve">привлекать в случаях, в порядке и с учетом требований, предусмотренных действующим законодательством Российской Федерации, в том числе </w:t>
      </w:r>
      <w:r>
        <w:rPr>
          <w:sz w:val="28"/>
          <w:szCs w:val="28"/>
        </w:rPr>
        <w:t>Законом</w:t>
      </w:r>
      <w:r w:rsidRPr="0064799E">
        <w:rPr>
          <w:sz w:val="28"/>
          <w:szCs w:val="28"/>
        </w:rPr>
        <w:t>, к своей работе экспертов, экспертные организации.</w:t>
      </w:r>
    </w:p>
    <w:p w:rsidR="00876D81" w:rsidRPr="003345F7" w:rsidRDefault="00876D81" w:rsidP="0064799E">
      <w:pPr>
        <w:pStyle w:val="NormalWeb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3345F7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3345F7">
        <w:rPr>
          <w:sz w:val="28"/>
          <w:szCs w:val="28"/>
        </w:rPr>
        <w:t>. При централизации закупок</w:t>
      </w:r>
      <w:r w:rsidRPr="005D1143">
        <w:rPr>
          <w:rFonts w:ascii="Calibri" w:hAnsi="Calibri" w:cs="Calibri"/>
        </w:rPr>
        <w:t xml:space="preserve"> </w:t>
      </w:r>
      <w:r w:rsidRPr="005D1143">
        <w:rPr>
          <w:sz w:val="28"/>
          <w:szCs w:val="28"/>
        </w:rPr>
        <w:t xml:space="preserve">в соответствии со </w:t>
      </w:r>
      <w:hyperlink r:id="rId13" w:history="1">
        <w:r w:rsidRPr="005D1143">
          <w:rPr>
            <w:sz w:val="28"/>
            <w:szCs w:val="28"/>
          </w:rPr>
          <w:t>статьей 26</w:t>
        </w:r>
      </w:hyperlink>
      <w:r w:rsidRPr="003345F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Закона </w:t>
      </w:r>
      <w:r w:rsidRPr="003345F7">
        <w:rPr>
          <w:sz w:val="28"/>
          <w:szCs w:val="28"/>
        </w:rPr>
        <w:t>контрактная служба</w:t>
      </w:r>
      <w:r>
        <w:rPr>
          <w:sz w:val="28"/>
          <w:szCs w:val="28"/>
        </w:rPr>
        <w:t xml:space="preserve"> </w:t>
      </w:r>
      <w:r w:rsidRPr="003345F7">
        <w:rPr>
          <w:sz w:val="28"/>
          <w:szCs w:val="28"/>
        </w:rPr>
        <w:t>осуществля</w:t>
      </w:r>
      <w:r>
        <w:rPr>
          <w:sz w:val="28"/>
          <w:szCs w:val="28"/>
        </w:rPr>
        <w:t>ю</w:t>
      </w:r>
      <w:r w:rsidRPr="003345F7">
        <w:rPr>
          <w:sz w:val="28"/>
          <w:szCs w:val="28"/>
        </w:rPr>
        <w:t>т функции и полномочия, предусмотренные пунктами 2.1-2.2 настоящего Положения и не переданные соответствующим уполномоченному органу, уполномоченному учреждению, которые осуществляют полномочия на определение поставщиков (подрядчиков, исполнителей).</w:t>
      </w:r>
    </w:p>
    <w:p w:rsidR="00876D81" w:rsidRPr="003345F7" w:rsidRDefault="00876D81" w:rsidP="003345F7">
      <w:pPr>
        <w:pStyle w:val="NormalWeb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3345F7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3345F7">
        <w:rPr>
          <w:sz w:val="28"/>
          <w:szCs w:val="28"/>
        </w:rPr>
        <w:t>. Руководитель контрактной службы:</w:t>
      </w:r>
    </w:p>
    <w:p w:rsidR="00876D81" w:rsidRPr="003345F7" w:rsidRDefault="00876D81" w:rsidP="003345F7">
      <w:pPr>
        <w:pStyle w:val="NormalWeb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3345F7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3345F7">
        <w:rPr>
          <w:sz w:val="28"/>
          <w:szCs w:val="28"/>
        </w:rPr>
        <w:t>.1. Распределяет обязанности между работниками контрактной службы;</w:t>
      </w:r>
    </w:p>
    <w:p w:rsidR="00876D81" w:rsidRPr="003345F7" w:rsidRDefault="00876D81" w:rsidP="003345F7">
      <w:pPr>
        <w:pStyle w:val="NormalWeb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3345F7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3345F7">
        <w:rPr>
          <w:sz w:val="28"/>
          <w:szCs w:val="28"/>
        </w:rPr>
        <w:t>.2. Представляет на рассмотрение</w:t>
      </w:r>
      <w:r>
        <w:rPr>
          <w:sz w:val="28"/>
          <w:szCs w:val="28"/>
        </w:rPr>
        <w:t xml:space="preserve"> руководителя</w:t>
      </w:r>
      <w:r w:rsidRPr="003345F7">
        <w:rPr>
          <w:sz w:val="28"/>
          <w:szCs w:val="28"/>
        </w:rPr>
        <w:t xml:space="preserve"> Заказчика предложения о </w:t>
      </w:r>
      <w:r>
        <w:rPr>
          <w:sz w:val="28"/>
          <w:szCs w:val="28"/>
        </w:rPr>
        <w:t>возложении и снятии обязанностей</w:t>
      </w:r>
      <w:r w:rsidRPr="003345F7">
        <w:rPr>
          <w:sz w:val="28"/>
          <w:szCs w:val="28"/>
        </w:rPr>
        <w:t xml:space="preserve"> работников контрактной службы;</w:t>
      </w:r>
    </w:p>
    <w:p w:rsidR="00876D81" w:rsidRPr="003345F7" w:rsidRDefault="00876D81" w:rsidP="003345F7">
      <w:pPr>
        <w:pStyle w:val="NormalWeb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3345F7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3345F7">
        <w:rPr>
          <w:sz w:val="28"/>
          <w:szCs w:val="28"/>
        </w:rPr>
        <w:t>.3. Координирует в пределах компетенции контрактной службы работу других структурных подразделений Заказчика;</w:t>
      </w:r>
    </w:p>
    <w:p w:rsidR="00876D81" w:rsidRPr="003345F7" w:rsidRDefault="00876D81" w:rsidP="003345F7">
      <w:pPr>
        <w:pStyle w:val="NormalWeb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3345F7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3345F7">
        <w:rPr>
          <w:sz w:val="28"/>
          <w:szCs w:val="28"/>
        </w:rPr>
        <w:t>.4. Осуществляет иные полномочия, предусмотренные Законом.</w:t>
      </w:r>
    </w:p>
    <w:p w:rsidR="00876D81" w:rsidRDefault="00876D81" w:rsidP="003345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876D81" w:rsidRDefault="00876D81" w:rsidP="003345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876D81" w:rsidRDefault="00876D81" w:rsidP="00757A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45F7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3345F7">
        <w:rPr>
          <w:rFonts w:ascii="Times New Roman" w:hAnsi="Times New Roman"/>
          <w:b/>
          <w:sz w:val="28"/>
          <w:szCs w:val="28"/>
        </w:rPr>
        <w:t>. Ответственность работников контрактной службы</w:t>
      </w:r>
    </w:p>
    <w:p w:rsidR="00876D81" w:rsidRPr="003345F7" w:rsidRDefault="00876D81" w:rsidP="00757A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6D81" w:rsidRPr="003345F7" w:rsidRDefault="00876D81" w:rsidP="003345F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3345F7">
        <w:rPr>
          <w:rFonts w:ascii="Times New Roman" w:hAnsi="Times New Roman"/>
          <w:sz w:val="28"/>
          <w:szCs w:val="28"/>
        </w:rPr>
        <w:t xml:space="preserve">3.1. </w:t>
      </w:r>
      <w:r w:rsidRPr="003345F7">
        <w:rPr>
          <w:rFonts w:ascii="Times New Roman" w:hAnsi="Times New Roman"/>
          <w:bCs/>
          <w:sz w:val="28"/>
          <w:szCs w:val="28"/>
        </w:rPr>
        <w:t>Любой участник закупки, а также осуществляющие общественный контроль общественные объединения, объединения юридических лиц в соответствии с законодательством Российской Федерации имеют право обжаловать в судебном порядке или в порядке, установленном Законом, в контрольный орган в сфере закупок действия (бездействие) должностных лиц контрактной службы, если такие действия (бездействие) нарушают права и законные интересы участника закупки.</w:t>
      </w:r>
    </w:p>
    <w:bookmarkEnd w:id="5"/>
    <w:bookmarkEnd w:id="6"/>
    <w:p w:rsidR="00876D81" w:rsidRPr="003345F7" w:rsidRDefault="00876D81" w:rsidP="003345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876D81" w:rsidRPr="003345F7" w:rsidSect="006B3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D81" w:rsidRDefault="00876D81" w:rsidP="003345F7">
      <w:pPr>
        <w:spacing w:after="0" w:line="240" w:lineRule="auto"/>
      </w:pPr>
      <w:r>
        <w:separator/>
      </w:r>
    </w:p>
  </w:endnote>
  <w:endnote w:type="continuationSeparator" w:id="1">
    <w:p w:rsidR="00876D81" w:rsidRDefault="00876D81" w:rsidP="00334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D81" w:rsidRDefault="00876D81" w:rsidP="003345F7">
      <w:pPr>
        <w:spacing w:after="0" w:line="240" w:lineRule="auto"/>
      </w:pPr>
      <w:r>
        <w:separator/>
      </w:r>
    </w:p>
  </w:footnote>
  <w:footnote w:type="continuationSeparator" w:id="1">
    <w:p w:rsidR="00876D81" w:rsidRDefault="00876D81" w:rsidP="003345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32156"/>
    <w:multiLevelType w:val="hybridMultilevel"/>
    <w:tmpl w:val="21866BAA"/>
    <w:lvl w:ilvl="0" w:tplc="FEC098E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5F7"/>
    <w:rsid w:val="0000010F"/>
    <w:rsid w:val="00036567"/>
    <w:rsid w:val="000D7C3F"/>
    <w:rsid w:val="001555D2"/>
    <w:rsid w:val="0017374D"/>
    <w:rsid w:val="001C16CE"/>
    <w:rsid w:val="001F35F1"/>
    <w:rsid w:val="002C2E88"/>
    <w:rsid w:val="003016B1"/>
    <w:rsid w:val="003345F7"/>
    <w:rsid w:val="003D4194"/>
    <w:rsid w:val="003E598F"/>
    <w:rsid w:val="00452E67"/>
    <w:rsid w:val="00455E4C"/>
    <w:rsid w:val="00472090"/>
    <w:rsid w:val="004B6D56"/>
    <w:rsid w:val="004D0343"/>
    <w:rsid w:val="00544251"/>
    <w:rsid w:val="0058225C"/>
    <w:rsid w:val="0058398A"/>
    <w:rsid w:val="005A01AF"/>
    <w:rsid w:val="005A3841"/>
    <w:rsid w:val="005A6EF4"/>
    <w:rsid w:val="005D1143"/>
    <w:rsid w:val="006053A6"/>
    <w:rsid w:val="0064799E"/>
    <w:rsid w:val="00651B43"/>
    <w:rsid w:val="00664A26"/>
    <w:rsid w:val="00666AAA"/>
    <w:rsid w:val="006B3E70"/>
    <w:rsid w:val="006B74E4"/>
    <w:rsid w:val="006C5A30"/>
    <w:rsid w:val="00701EAC"/>
    <w:rsid w:val="00723128"/>
    <w:rsid w:val="00757696"/>
    <w:rsid w:val="00757920"/>
    <w:rsid w:val="00757A0A"/>
    <w:rsid w:val="0077564A"/>
    <w:rsid w:val="007B3AF8"/>
    <w:rsid w:val="007C7C77"/>
    <w:rsid w:val="008326EB"/>
    <w:rsid w:val="00840629"/>
    <w:rsid w:val="00875811"/>
    <w:rsid w:val="00876D81"/>
    <w:rsid w:val="008B6E11"/>
    <w:rsid w:val="008E40C5"/>
    <w:rsid w:val="008E5677"/>
    <w:rsid w:val="00917843"/>
    <w:rsid w:val="00920B3F"/>
    <w:rsid w:val="0099588B"/>
    <w:rsid w:val="009C3546"/>
    <w:rsid w:val="00A70076"/>
    <w:rsid w:val="00A87E7F"/>
    <w:rsid w:val="00A95EE1"/>
    <w:rsid w:val="00AE1777"/>
    <w:rsid w:val="00AE1E71"/>
    <w:rsid w:val="00AF3412"/>
    <w:rsid w:val="00B300A1"/>
    <w:rsid w:val="00B320BE"/>
    <w:rsid w:val="00C10161"/>
    <w:rsid w:val="00C8175C"/>
    <w:rsid w:val="00CD76A4"/>
    <w:rsid w:val="00CE1EF8"/>
    <w:rsid w:val="00DE2D2E"/>
    <w:rsid w:val="00E06D03"/>
    <w:rsid w:val="00E11316"/>
    <w:rsid w:val="00E37341"/>
    <w:rsid w:val="00E47B57"/>
    <w:rsid w:val="00EA1EA6"/>
    <w:rsid w:val="00F53604"/>
    <w:rsid w:val="00F618CA"/>
    <w:rsid w:val="00F73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E70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3345F7"/>
    <w:pPr>
      <w:keepNext/>
      <w:spacing w:before="240" w:after="60" w:line="360" w:lineRule="auto"/>
      <w:ind w:firstLine="709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345F7"/>
    <w:pPr>
      <w:keepNext/>
      <w:spacing w:before="240" w:after="60" w:line="360" w:lineRule="auto"/>
      <w:ind w:firstLine="709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345F7"/>
    <w:rPr>
      <w:rFonts w:ascii="Arial" w:hAnsi="Arial" w:cs="Arial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345F7"/>
    <w:rPr>
      <w:rFonts w:ascii="Times New Roman" w:hAnsi="Times New Roman" w:cs="Times New Roman"/>
      <w:b/>
      <w:bCs/>
      <w:sz w:val="28"/>
      <w:szCs w:val="28"/>
    </w:rPr>
  </w:style>
  <w:style w:type="paragraph" w:customStyle="1" w:styleId="tekstob">
    <w:name w:val="tekstob"/>
    <w:basedOn w:val="Normal"/>
    <w:uiPriority w:val="99"/>
    <w:rsid w:val="003345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3345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rsid w:val="003345F7"/>
    <w:rPr>
      <w:rFonts w:cs="Times New Roman"/>
      <w:vertAlign w:val="superscript"/>
    </w:rPr>
  </w:style>
  <w:style w:type="paragraph" w:customStyle="1" w:styleId="ConsPlusTitle">
    <w:name w:val="ConsPlusTitle"/>
    <w:uiPriority w:val="99"/>
    <w:rsid w:val="006C5A30"/>
    <w:pPr>
      <w:widowControl w:val="0"/>
      <w:autoSpaceDE w:val="0"/>
      <w:autoSpaceDN w:val="0"/>
      <w:adjustRightInd w:val="0"/>
    </w:pPr>
    <w:rPr>
      <w:rFonts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31F8B5FD9ECFF8076E6F9901C4580DD491143FE366FA56B0DD7B39D2wEG0I" TargetMode="External"/><Relationship Id="rId13" Type="http://schemas.openxmlformats.org/officeDocument/2006/relationships/hyperlink" Target="consultantplus://offline/ref=4A31F8B5FD9ECFF8076E6F9901C4580DD4901832E165FA56B0DD7B39D2E07738CC8A4743B9964F38w4G6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A31F8B5FD9ECFF8076E6F9901C4580DD4901832E165FA56B0DD7B39D2E07738CC8A4743B9964C37w4G4I" TargetMode="External"/><Relationship Id="rId12" Type="http://schemas.openxmlformats.org/officeDocument/2006/relationships/hyperlink" Target="consultantplus://offline/ref=4A31F8B5FD9ECFF8076E6F9901C4580DD4901832E165FA56B0DD7B39D2E07738CC8A4743B9974F39w4G4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A31F8B5FD9ECFF8076E6F9901C4580DD4901832E165FA56B0DD7B39D2E07738CC8A4743B9974C35w4G2I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A31F8B5FD9ECFF8076E6F9901C4580DD4901832E165FA56B0DD7B39D2wEG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A31F8B5FD9ECFF8076E6F9901C4580DD4901832E165FA56B0DD7B39D2E07738CC8A4743B9964E35w4G2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291</TotalTime>
  <Pages>10</Pages>
  <Words>3325</Words>
  <Characters>18954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46</cp:revision>
  <cp:lastPrinted>2014-09-10T10:15:00Z</cp:lastPrinted>
  <dcterms:created xsi:type="dcterms:W3CDTF">2013-11-22T07:30:00Z</dcterms:created>
  <dcterms:modified xsi:type="dcterms:W3CDTF">2014-09-15T07:12:00Z</dcterms:modified>
</cp:coreProperties>
</file>