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4E3" w:rsidRPr="00A873D1" w:rsidRDefault="002734E3" w:rsidP="00AD3CC2">
      <w:pPr>
        <w:jc w:val="center"/>
        <w:rPr>
          <w:sz w:val="32"/>
        </w:rPr>
      </w:pPr>
      <w:r w:rsidRPr="00A873D1">
        <w:rPr>
          <w:sz w:val="32"/>
        </w:rPr>
        <w:t>Администрация Новогоркинского сельского поселения</w:t>
      </w:r>
    </w:p>
    <w:p w:rsidR="002734E3" w:rsidRPr="009A3101" w:rsidRDefault="002734E3" w:rsidP="00AD3CC2">
      <w:pPr>
        <w:jc w:val="center"/>
        <w:rPr>
          <w:sz w:val="32"/>
        </w:rPr>
      </w:pPr>
      <w:r w:rsidRPr="00A873D1">
        <w:rPr>
          <w:sz w:val="32"/>
        </w:rPr>
        <w:t>Лежневского муниципал</w:t>
      </w:r>
      <w:r>
        <w:rPr>
          <w:sz w:val="32"/>
        </w:rPr>
        <w:t>ьного района Ивановской области</w:t>
      </w:r>
    </w:p>
    <w:p w:rsidR="002734E3" w:rsidRDefault="002734E3" w:rsidP="00AD3CC2">
      <w:pPr>
        <w:ind w:right="18"/>
        <w:jc w:val="center"/>
        <w:rPr>
          <w:rFonts w:ascii="Arial" w:hAnsi="Arial"/>
        </w:rPr>
      </w:pPr>
    </w:p>
    <w:p w:rsidR="002734E3" w:rsidRDefault="002734E3" w:rsidP="00AD3CC2">
      <w:pPr>
        <w:ind w:right="1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734E3" w:rsidRPr="00BA058E" w:rsidRDefault="002734E3" w:rsidP="00AD3CC2">
      <w:pPr>
        <w:ind w:right="18"/>
        <w:jc w:val="center"/>
      </w:pPr>
    </w:p>
    <w:p w:rsidR="002734E3" w:rsidRPr="00481AA6" w:rsidRDefault="002734E3" w:rsidP="00481AA6">
      <w:pPr>
        <w:ind w:right="18"/>
        <w:jc w:val="center"/>
        <w:rPr>
          <w:sz w:val="20"/>
          <w:szCs w:val="20"/>
        </w:rPr>
      </w:pPr>
      <w:r w:rsidRPr="00481AA6">
        <w:rPr>
          <w:sz w:val="26"/>
          <w:szCs w:val="26"/>
        </w:rPr>
        <w:t>«05» июня_2015 г                                                                                № 127</w:t>
      </w:r>
    </w:p>
    <w:p w:rsidR="002734E3" w:rsidRPr="00481AA6" w:rsidRDefault="002734E3" w:rsidP="00AD3CC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34E3" w:rsidRDefault="002734E3" w:rsidP="00AD3CC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A77A98">
        <w:rPr>
          <w:rFonts w:ascii="Times New Roman" w:hAnsi="Times New Roman"/>
          <w:b/>
          <w:sz w:val="28"/>
          <w:szCs w:val="28"/>
        </w:rPr>
        <w:t>О внесении изменений в</w:t>
      </w:r>
      <w:r>
        <w:rPr>
          <w:rFonts w:ascii="Times New Roman" w:hAnsi="Times New Roman"/>
          <w:b/>
          <w:sz w:val="28"/>
          <w:szCs w:val="28"/>
        </w:rPr>
        <w:t xml:space="preserve"> постановление администрации</w:t>
      </w:r>
    </w:p>
    <w:p w:rsidR="002734E3" w:rsidRDefault="002734E3" w:rsidP="00AD3CC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Новогоркинского сельского поселения от 12.11.2014 г. № 150</w:t>
      </w:r>
    </w:p>
    <w:p w:rsidR="002734E3" w:rsidRPr="00BA058E" w:rsidRDefault="002734E3" w:rsidP="00AD3C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BA058E">
        <w:rPr>
          <w:b/>
          <w:sz w:val="28"/>
          <w:szCs w:val="28"/>
        </w:rPr>
        <w:t>Об утверждении долгосрочной</w:t>
      </w:r>
      <w:r>
        <w:rPr>
          <w:b/>
          <w:sz w:val="28"/>
          <w:szCs w:val="28"/>
        </w:rPr>
        <w:t xml:space="preserve"> муниципальной</w:t>
      </w:r>
      <w:r w:rsidRPr="00BA058E">
        <w:rPr>
          <w:b/>
          <w:sz w:val="28"/>
          <w:szCs w:val="28"/>
        </w:rPr>
        <w:t xml:space="preserve"> целевой программы</w:t>
      </w:r>
    </w:p>
    <w:p w:rsidR="002734E3" w:rsidRDefault="002734E3" w:rsidP="00AD3C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культуры вНовогоркинском </w:t>
      </w:r>
      <w:r w:rsidRPr="00BA058E">
        <w:rPr>
          <w:b/>
          <w:sz w:val="28"/>
          <w:szCs w:val="28"/>
        </w:rPr>
        <w:t>сельском поселении</w:t>
      </w:r>
    </w:p>
    <w:p w:rsidR="002734E3" w:rsidRPr="00BA058E" w:rsidRDefault="002734E3" w:rsidP="00AD3C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2015-2017 годы»»</w:t>
      </w:r>
    </w:p>
    <w:p w:rsidR="002734E3" w:rsidRPr="00A873D1" w:rsidRDefault="002734E3" w:rsidP="00AD3CC2">
      <w:pPr>
        <w:shd w:val="clear" w:color="auto" w:fill="FFFFFF"/>
        <w:spacing w:before="103" w:after="154" w:line="185" w:lineRule="atLeast"/>
        <w:ind w:firstLine="708"/>
        <w:jc w:val="both"/>
        <w:rPr>
          <w:b/>
          <w:i/>
          <w:color w:val="323232"/>
          <w:sz w:val="28"/>
          <w:szCs w:val="28"/>
          <w:u w:val="single"/>
        </w:rPr>
      </w:pPr>
      <w:r w:rsidRPr="005D2178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Федерации»,Федеральным законом Российской Федерации «Основ</w:t>
      </w:r>
      <w:r>
        <w:rPr>
          <w:sz w:val="28"/>
          <w:szCs w:val="28"/>
        </w:rPr>
        <w:t>ы законодательства РФ о культуре</w:t>
      </w:r>
      <w:r w:rsidRPr="005D2178">
        <w:rPr>
          <w:sz w:val="28"/>
          <w:szCs w:val="28"/>
        </w:rPr>
        <w:t>» от 09.10.1992 г. № 3612-1</w:t>
      </w:r>
      <w:r>
        <w:rPr>
          <w:sz w:val="28"/>
          <w:szCs w:val="28"/>
        </w:rPr>
        <w:t>,Постановления Правительства Ивановской области от 13.11.2014 года № 453-п «Об утверждении государственной программы Ивановской области «Культура Ивановской области»,</w:t>
      </w:r>
      <w:r w:rsidRPr="005D2178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 xml:space="preserve">Новогоркинского </w:t>
      </w:r>
      <w:r w:rsidRPr="005D2178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Лежневского муниципального района Ивановской области</w:t>
      </w:r>
    </w:p>
    <w:p w:rsidR="002734E3" w:rsidRPr="006A72D0" w:rsidRDefault="002734E3" w:rsidP="00AD3CC2">
      <w:pPr>
        <w:shd w:val="clear" w:color="auto" w:fill="FFFFFF"/>
        <w:spacing w:before="103" w:after="154" w:line="185" w:lineRule="atLeast"/>
        <w:jc w:val="center"/>
        <w:rPr>
          <w:color w:val="323232"/>
          <w:sz w:val="28"/>
          <w:szCs w:val="28"/>
        </w:rPr>
      </w:pPr>
      <w:r w:rsidRPr="00A873D1">
        <w:rPr>
          <w:sz w:val="28"/>
          <w:szCs w:val="28"/>
        </w:rPr>
        <w:t>ПОСТАНОВЛЯЕТ</w:t>
      </w:r>
      <w:r w:rsidRPr="006A72D0">
        <w:rPr>
          <w:color w:val="323232"/>
          <w:sz w:val="28"/>
          <w:szCs w:val="28"/>
        </w:rPr>
        <w:t>:</w:t>
      </w:r>
    </w:p>
    <w:p w:rsidR="002734E3" w:rsidRDefault="002734E3" w:rsidP="006D1BBF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6D1BBF">
        <w:rPr>
          <w:sz w:val="28"/>
          <w:szCs w:val="28"/>
        </w:rPr>
        <w:t>Внести изменения в постановление администрации Новогоркинского сельского поселения от 12.11.2014 г. № 150 «Об утверждении долгосрочной муниципальной целевой программы «Развитие культуры в Новогоркинском сельском поселении на 2015-2017 годы»»</w:t>
      </w:r>
    </w:p>
    <w:p w:rsidR="002734E3" w:rsidRDefault="002734E3" w:rsidP="006D1BB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734E3" w:rsidRDefault="002734E3" w:rsidP="006D1BBF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Раздел «Паспорт программы Новогоркинского сельского поселения «Развитие культуры в Новогоркинском сельском поселении на 2015-2017 годы»» (Приложение №1) изложить в новой редакции.</w:t>
      </w:r>
    </w:p>
    <w:p w:rsidR="002734E3" w:rsidRPr="00ED4FB8" w:rsidRDefault="002734E3" w:rsidP="006D1BBF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734E3" w:rsidRPr="00A873D1" w:rsidRDefault="002734E3" w:rsidP="00AD3CC2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Раздел «Перечень мероприятий муниципальной программы Новогоркинского сельского поселения Лежневского муниципального района Ивановской области «Развитие культуры в Новогоркинском сельском поселении на 2015-2017 годы»»(Приложение №2) изложить в новой редакции.</w:t>
      </w:r>
    </w:p>
    <w:p w:rsidR="002734E3" w:rsidRPr="00A873D1" w:rsidRDefault="002734E3" w:rsidP="00AD3CC2">
      <w:pPr>
        <w:shd w:val="clear" w:color="auto" w:fill="FFFFFF"/>
        <w:spacing w:before="103" w:after="154" w:line="185" w:lineRule="atLeast"/>
        <w:ind w:firstLine="567"/>
        <w:jc w:val="both"/>
        <w:rPr>
          <w:sz w:val="28"/>
          <w:szCs w:val="28"/>
        </w:rPr>
      </w:pPr>
      <w:r w:rsidRPr="00A873D1">
        <w:rPr>
          <w:sz w:val="28"/>
          <w:szCs w:val="28"/>
        </w:rPr>
        <w:t>2. Настоящее постановление вступает в силу с момента его подписания</w:t>
      </w:r>
      <w:r>
        <w:rPr>
          <w:sz w:val="28"/>
          <w:szCs w:val="28"/>
        </w:rPr>
        <w:t>.</w:t>
      </w:r>
    </w:p>
    <w:p w:rsidR="002734E3" w:rsidRDefault="002734E3" w:rsidP="00AD3CC2">
      <w:pPr>
        <w:tabs>
          <w:tab w:val="left" w:pos="1845"/>
        </w:tabs>
        <w:rPr>
          <w:sz w:val="28"/>
          <w:szCs w:val="28"/>
        </w:rPr>
      </w:pPr>
      <w:r w:rsidRPr="00A873D1">
        <w:rPr>
          <w:sz w:val="28"/>
          <w:szCs w:val="28"/>
        </w:rPr>
        <w:t xml:space="preserve">  3.  Контроль за выполнением Постановления оставляю за собой.</w:t>
      </w:r>
    </w:p>
    <w:p w:rsidR="002734E3" w:rsidRDefault="002734E3" w:rsidP="00AD3CC2">
      <w:pPr>
        <w:tabs>
          <w:tab w:val="left" w:pos="1845"/>
        </w:tabs>
        <w:rPr>
          <w:sz w:val="28"/>
          <w:szCs w:val="28"/>
        </w:rPr>
      </w:pPr>
    </w:p>
    <w:p w:rsidR="002734E3" w:rsidRDefault="002734E3" w:rsidP="00AD3CC2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2734E3" w:rsidRDefault="002734E3" w:rsidP="00AD3CC2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Новогоркинского сельского поселения: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Беляков С.А.</w:t>
      </w:r>
    </w:p>
    <w:p w:rsidR="002734E3" w:rsidRDefault="002734E3" w:rsidP="00AD3CC2">
      <w:pPr>
        <w:tabs>
          <w:tab w:val="left" w:pos="1845"/>
        </w:tabs>
        <w:rPr>
          <w:sz w:val="28"/>
          <w:szCs w:val="28"/>
        </w:rPr>
      </w:pPr>
    </w:p>
    <w:p w:rsidR="002734E3" w:rsidRDefault="002734E3" w:rsidP="00AD3CC2">
      <w:pPr>
        <w:tabs>
          <w:tab w:val="left" w:pos="1845"/>
        </w:tabs>
        <w:rPr>
          <w:sz w:val="28"/>
          <w:szCs w:val="28"/>
        </w:rPr>
      </w:pPr>
    </w:p>
    <w:p w:rsidR="002734E3" w:rsidRDefault="002734E3" w:rsidP="00AD3CC2">
      <w:pPr>
        <w:tabs>
          <w:tab w:val="left" w:pos="1845"/>
        </w:tabs>
        <w:rPr>
          <w:sz w:val="28"/>
          <w:szCs w:val="28"/>
        </w:rPr>
      </w:pPr>
    </w:p>
    <w:p w:rsidR="002734E3" w:rsidRPr="00C10BD3" w:rsidRDefault="002734E3" w:rsidP="00AD3CC2">
      <w:pPr>
        <w:shd w:val="clear" w:color="auto" w:fill="FFFFFF"/>
        <w:ind w:left="5387"/>
        <w:jc w:val="right"/>
      </w:pPr>
      <w:r w:rsidRPr="00C10BD3">
        <w:t>Приложение</w:t>
      </w:r>
      <w:r>
        <w:t xml:space="preserve"> №1</w:t>
      </w:r>
    </w:p>
    <w:p w:rsidR="002734E3" w:rsidRPr="00C10BD3" w:rsidRDefault="002734E3" w:rsidP="00AD3CC2">
      <w:pPr>
        <w:shd w:val="clear" w:color="auto" w:fill="FFFFFF"/>
        <w:ind w:firstLine="5220"/>
        <w:jc w:val="right"/>
      </w:pPr>
      <w:r w:rsidRPr="00C10BD3">
        <w:t xml:space="preserve">к постановлению </w:t>
      </w:r>
      <w:r>
        <w:t>Главы А</w:t>
      </w:r>
      <w:r w:rsidRPr="00C10BD3">
        <w:t>дминистрации</w:t>
      </w:r>
    </w:p>
    <w:p w:rsidR="002734E3" w:rsidRPr="00C10BD3" w:rsidRDefault="002734E3" w:rsidP="00AD3CC2">
      <w:pPr>
        <w:shd w:val="clear" w:color="auto" w:fill="FFFFFF"/>
        <w:jc w:val="right"/>
      </w:pPr>
      <w:r>
        <w:t>Новогоркинского</w:t>
      </w:r>
      <w:r w:rsidRPr="00C10BD3">
        <w:t xml:space="preserve"> сельского поселения </w:t>
      </w:r>
    </w:p>
    <w:p w:rsidR="002734E3" w:rsidRPr="00C10BD3" w:rsidRDefault="002734E3" w:rsidP="00AD3CC2">
      <w:pPr>
        <w:shd w:val="clear" w:color="auto" w:fill="FFFFFF"/>
        <w:jc w:val="right"/>
      </w:pPr>
      <w:r w:rsidRPr="00C10BD3">
        <w:t xml:space="preserve">                                                                        от «</w:t>
      </w:r>
      <w:r>
        <w:t>05</w:t>
      </w:r>
      <w:r w:rsidRPr="00C10BD3">
        <w:t>»</w:t>
      </w:r>
      <w:r>
        <w:t xml:space="preserve"> июня 2015</w:t>
      </w:r>
      <w:r w:rsidRPr="00C10BD3">
        <w:t xml:space="preserve">. № </w:t>
      </w:r>
      <w:r>
        <w:t>127</w:t>
      </w:r>
    </w:p>
    <w:p w:rsidR="002734E3" w:rsidRDefault="002734E3" w:rsidP="00AD3CC2">
      <w:pPr>
        <w:jc w:val="center"/>
        <w:rPr>
          <w:rFonts w:ascii="Arial" w:hAnsi="Arial" w:cs="Arial"/>
          <w:b/>
          <w:sz w:val="26"/>
          <w:szCs w:val="26"/>
        </w:rPr>
      </w:pPr>
    </w:p>
    <w:p w:rsidR="002734E3" w:rsidRPr="00C10BD3" w:rsidRDefault="002734E3" w:rsidP="00AD3C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</w:t>
      </w:r>
      <w:r w:rsidRPr="00C10BD3">
        <w:rPr>
          <w:rFonts w:ascii="Arial" w:hAnsi="Arial" w:cs="Arial"/>
          <w:b/>
          <w:sz w:val="28"/>
          <w:szCs w:val="28"/>
        </w:rPr>
        <w:t>рограмма</w:t>
      </w:r>
    </w:p>
    <w:p w:rsidR="002734E3" w:rsidRPr="00C10BD3" w:rsidRDefault="002734E3" w:rsidP="00AD3C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Новогоркинского сельского поселения</w:t>
      </w:r>
    </w:p>
    <w:p w:rsidR="002734E3" w:rsidRPr="00C10BD3" w:rsidRDefault="002734E3" w:rsidP="00AD3CC2">
      <w:pPr>
        <w:jc w:val="center"/>
        <w:rPr>
          <w:rFonts w:ascii="Arial" w:hAnsi="Arial" w:cs="Arial"/>
          <w:b/>
          <w:sz w:val="28"/>
          <w:szCs w:val="28"/>
        </w:rPr>
      </w:pPr>
      <w:r w:rsidRPr="00C10BD3">
        <w:rPr>
          <w:rFonts w:ascii="Arial" w:hAnsi="Arial" w:cs="Arial"/>
          <w:b/>
          <w:sz w:val="28"/>
          <w:szCs w:val="28"/>
        </w:rPr>
        <w:t xml:space="preserve">«Развитие культуры в </w:t>
      </w:r>
      <w:r>
        <w:rPr>
          <w:rFonts w:ascii="Arial" w:hAnsi="Arial" w:cs="Arial"/>
          <w:b/>
          <w:sz w:val="28"/>
          <w:szCs w:val="28"/>
        </w:rPr>
        <w:t xml:space="preserve">Новогоркинском </w:t>
      </w:r>
      <w:r w:rsidRPr="00C10BD3">
        <w:rPr>
          <w:rFonts w:ascii="Arial" w:hAnsi="Arial" w:cs="Arial"/>
          <w:b/>
          <w:sz w:val="28"/>
          <w:szCs w:val="28"/>
        </w:rPr>
        <w:t>сельском поселении</w:t>
      </w:r>
    </w:p>
    <w:p w:rsidR="002734E3" w:rsidRPr="00C10BD3" w:rsidRDefault="002734E3" w:rsidP="00AD3C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на 2015 - 2017 годы</w:t>
      </w:r>
      <w:r w:rsidRPr="00C10BD3">
        <w:rPr>
          <w:rFonts w:ascii="Arial" w:hAnsi="Arial" w:cs="Arial"/>
          <w:b/>
          <w:sz w:val="28"/>
          <w:szCs w:val="28"/>
        </w:rPr>
        <w:t>»</w:t>
      </w:r>
    </w:p>
    <w:p w:rsidR="002734E3" w:rsidRPr="00C443F5" w:rsidRDefault="002734E3" w:rsidP="00AD3CC2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caps/>
          <w:sz w:val="26"/>
          <w:szCs w:val="26"/>
          <w:lang w:val="ru-RU"/>
        </w:rPr>
      </w:pPr>
    </w:p>
    <w:p w:rsidR="002734E3" w:rsidRDefault="002734E3" w:rsidP="00AD3CC2">
      <w:pPr>
        <w:jc w:val="center"/>
        <w:rPr>
          <w:rFonts w:ascii="Arial" w:hAnsi="Arial" w:cs="Arial"/>
          <w:b/>
          <w:sz w:val="26"/>
          <w:szCs w:val="26"/>
        </w:rPr>
      </w:pPr>
      <w:r w:rsidRPr="008551E3">
        <w:rPr>
          <w:rFonts w:ascii="Arial" w:hAnsi="Arial" w:cs="Arial"/>
          <w:b/>
          <w:sz w:val="26"/>
          <w:szCs w:val="26"/>
        </w:rPr>
        <w:t>ПАСПОРТ ПРОГРАММЫ</w:t>
      </w:r>
    </w:p>
    <w:p w:rsidR="002734E3" w:rsidRPr="008551E3" w:rsidRDefault="002734E3" w:rsidP="00AD3CC2">
      <w:pPr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3238"/>
        <w:gridCol w:w="6207"/>
      </w:tblGrid>
      <w:tr w:rsidR="002734E3" w:rsidRPr="00C443F5" w:rsidTr="006D1BBF">
        <w:trPr>
          <w:trHeight w:val="1214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365349" w:rsidRDefault="002734E3" w:rsidP="006D1B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Наименование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803A9A" w:rsidRDefault="002734E3" w:rsidP="006D1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</w:t>
            </w:r>
            <w:r w:rsidRPr="00803A9A">
              <w:rPr>
                <w:sz w:val="28"/>
                <w:szCs w:val="28"/>
              </w:rPr>
              <w:t xml:space="preserve">униципальная программа  </w:t>
            </w:r>
            <w:r>
              <w:rPr>
                <w:sz w:val="28"/>
                <w:szCs w:val="28"/>
              </w:rPr>
              <w:t xml:space="preserve">Новогоркинского </w:t>
            </w:r>
            <w:r w:rsidRPr="00803A9A">
              <w:rPr>
                <w:sz w:val="28"/>
                <w:szCs w:val="28"/>
              </w:rPr>
              <w:t>сельского поселения  «Разв</w:t>
            </w:r>
            <w:r>
              <w:rPr>
                <w:sz w:val="28"/>
                <w:szCs w:val="28"/>
              </w:rPr>
              <w:t>итие культуры</w:t>
            </w:r>
            <w:r w:rsidRPr="00803A9A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Новогоркинском </w:t>
            </w:r>
            <w:r w:rsidRPr="00803A9A">
              <w:rPr>
                <w:sz w:val="28"/>
                <w:szCs w:val="28"/>
              </w:rPr>
              <w:t xml:space="preserve">сельском поселении </w:t>
            </w:r>
            <w:r>
              <w:rPr>
                <w:sz w:val="28"/>
                <w:szCs w:val="28"/>
              </w:rPr>
              <w:t xml:space="preserve"> на 2015– 2017</w:t>
            </w:r>
            <w:r w:rsidRPr="00803A9A">
              <w:rPr>
                <w:sz w:val="28"/>
                <w:szCs w:val="28"/>
              </w:rPr>
              <w:t xml:space="preserve"> годы» </w:t>
            </w:r>
          </w:p>
        </w:tc>
      </w:tr>
      <w:tr w:rsidR="002734E3" w:rsidRPr="00C443F5" w:rsidTr="006D1BBF">
        <w:trPr>
          <w:trHeight w:val="1520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365349" w:rsidRDefault="002734E3" w:rsidP="006D1B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803A9A" w:rsidRDefault="002734E3" w:rsidP="006D1BBF">
            <w:pPr>
              <w:tabs>
                <w:tab w:val="left" w:pos="4300"/>
              </w:tabs>
              <w:ind w:firstLine="709"/>
              <w:jc w:val="both"/>
              <w:rPr>
                <w:sz w:val="28"/>
                <w:szCs w:val="28"/>
              </w:rPr>
            </w:pPr>
            <w:r w:rsidRPr="00803A9A">
              <w:rPr>
                <w:sz w:val="28"/>
                <w:szCs w:val="28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</w:t>
            </w:r>
            <w:r>
              <w:rPr>
                <w:sz w:val="28"/>
                <w:szCs w:val="28"/>
              </w:rPr>
              <w:t>закон от 28.06.1995г. № 98-ФЗ</w:t>
            </w:r>
            <w:r w:rsidRPr="00803A9A">
              <w:rPr>
                <w:sz w:val="28"/>
                <w:szCs w:val="28"/>
              </w:rPr>
              <w:t>,</w:t>
            </w:r>
            <w:r w:rsidRPr="00C120B0">
              <w:rPr>
                <w:sz w:val="28"/>
                <w:szCs w:val="28"/>
              </w:rPr>
              <w:t xml:space="preserve"> «Основ</w:t>
            </w:r>
            <w:r>
              <w:rPr>
                <w:sz w:val="28"/>
                <w:szCs w:val="28"/>
              </w:rPr>
              <w:t>ы законодательства РФ о культуре</w:t>
            </w:r>
            <w:r w:rsidRPr="00C120B0">
              <w:rPr>
                <w:sz w:val="28"/>
                <w:szCs w:val="28"/>
              </w:rPr>
              <w:t xml:space="preserve">» от 09.10.1992 г. № 3612-1; </w:t>
            </w:r>
            <w:r>
              <w:rPr>
                <w:sz w:val="28"/>
                <w:szCs w:val="28"/>
              </w:rPr>
              <w:t xml:space="preserve">Федеральный закон от 29.12.1994 г. № 78-ФЗ «О библиотечном деле», </w:t>
            </w:r>
            <w:r w:rsidRPr="00803A9A">
              <w:rPr>
                <w:sz w:val="28"/>
                <w:szCs w:val="28"/>
              </w:rPr>
              <w:t xml:space="preserve">Устав </w:t>
            </w:r>
            <w:r>
              <w:rPr>
                <w:sz w:val="28"/>
                <w:szCs w:val="28"/>
              </w:rPr>
              <w:t xml:space="preserve">Новогоркинского </w:t>
            </w:r>
            <w:r w:rsidRPr="00803A9A">
              <w:rPr>
                <w:sz w:val="28"/>
                <w:szCs w:val="28"/>
              </w:rPr>
              <w:t xml:space="preserve">сельского поселения </w:t>
            </w:r>
            <w:r>
              <w:rPr>
                <w:sz w:val="28"/>
                <w:szCs w:val="28"/>
              </w:rPr>
              <w:t>Постановление Г</w:t>
            </w:r>
            <w:r w:rsidRPr="00803A9A">
              <w:rPr>
                <w:sz w:val="28"/>
                <w:szCs w:val="28"/>
              </w:rPr>
              <w:t xml:space="preserve">лавы </w:t>
            </w:r>
            <w:r>
              <w:rPr>
                <w:sz w:val="28"/>
                <w:szCs w:val="28"/>
              </w:rPr>
              <w:t xml:space="preserve"> Администрации Новогоркинского </w:t>
            </w:r>
            <w:r w:rsidRPr="00803A9A">
              <w:rPr>
                <w:sz w:val="28"/>
                <w:szCs w:val="28"/>
              </w:rPr>
              <w:t>сель</w:t>
            </w:r>
            <w:r>
              <w:rPr>
                <w:sz w:val="28"/>
                <w:szCs w:val="28"/>
              </w:rPr>
              <w:t xml:space="preserve">ского поселения от 08.12.2010 </w:t>
            </w:r>
            <w:r w:rsidRPr="00343D07">
              <w:rPr>
                <w:b/>
                <w:sz w:val="28"/>
                <w:szCs w:val="28"/>
              </w:rPr>
              <w:t>г</w:t>
            </w:r>
            <w:r>
              <w:rPr>
                <w:b/>
                <w:sz w:val="28"/>
                <w:szCs w:val="28"/>
              </w:rPr>
              <w:t xml:space="preserve">. №193 </w:t>
            </w:r>
            <w:r>
              <w:rPr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О</w:t>
            </w:r>
            <w:r w:rsidRPr="00343D07">
              <w:rPr>
                <w:b/>
                <w:sz w:val="28"/>
                <w:szCs w:val="28"/>
              </w:rPr>
              <w:t xml:space="preserve"> долгосрочных  целевых программ</w:t>
            </w:r>
            <w:r>
              <w:rPr>
                <w:b/>
                <w:sz w:val="28"/>
                <w:szCs w:val="28"/>
              </w:rPr>
              <w:t>ах»</w:t>
            </w:r>
          </w:p>
        </w:tc>
      </w:tr>
      <w:tr w:rsidR="002734E3" w:rsidRPr="00C443F5" w:rsidTr="006D1BBF">
        <w:trPr>
          <w:trHeight w:val="586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365349" w:rsidRDefault="002734E3" w:rsidP="006D1B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Заказчик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803A9A" w:rsidRDefault="002734E3" w:rsidP="006D1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Новогоркинское сельское поселение Лежневского муниципального района Ивановской области</w:t>
            </w:r>
          </w:p>
        </w:tc>
      </w:tr>
      <w:tr w:rsidR="002734E3" w:rsidRPr="00C443F5" w:rsidTr="006D1BBF">
        <w:trPr>
          <w:trHeight w:val="386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365349" w:rsidRDefault="002734E3" w:rsidP="006D1B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Разработчик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803A9A" w:rsidRDefault="002734E3" w:rsidP="006D1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2734E3" w:rsidRPr="00C443F5" w:rsidTr="006D1BBF">
        <w:trPr>
          <w:trHeight w:val="386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365349" w:rsidRDefault="002734E3" w:rsidP="006D1B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Основные исполнители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803A9A" w:rsidRDefault="002734E3" w:rsidP="006D1BBF">
            <w:pPr>
              <w:jc w:val="both"/>
              <w:rPr>
                <w:sz w:val="28"/>
                <w:szCs w:val="28"/>
              </w:rPr>
            </w:pPr>
            <w:r w:rsidRPr="00803A9A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казенное </w:t>
            </w:r>
            <w:r w:rsidRPr="00803A9A">
              <w:rPr>
                <w:sz w:val="28"/>
                <w:szCs w:val="28"/>
              </w:rPr>
              <w:t xml:space="preserve"> учреждение «</w:t>
            </w:r>
            <w:r>
              <w:rPr>
                <w:sz w:val="28"/>
                <w:szCs w:val="28"/>
              </w:rPr>
              <w:t>Новогоркинское социально - культурное объединение»</w:t>
            </w:r>
          </w:p>
        </w:tc>
      </w:tr>
      <w:tr w:rsidR="002734E3" w:rsidRPr="00C443F5" w:rsidTr="006D1BBF">
        <w:trPr>
          <w:trHeight w:val="1265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365349" w:rsidRDefault="002734E3" w:rsidP="006D1B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Цель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867237" w:rsidRDefault="002734E3" w:rsidP="006D1B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7237">
              <w:rPr>
                <w:sz w:val="28"/>
                <w:szCs w:val="28"/>
              </w:rPr>
              <w:t xml:space="preserve">охранение и развитие накопленного культурного и </w:t>
            </w:r>
            <w:r>
              <w:rPr>
                <w:sz w:val="28"/>
                <w:szCs w:val="28"/>
              </w:rPr>
              <w:t>духовного потенциала Новогоркинского сельского поселения</w:t>
            </w:r>
            <w:r w:rsidRPr="00867237">
              <w:rPr>
                <w:sz w:val="28"/>
                <w:szCs w:val="28"/>
              </w:rPr>
              <w:t xml:space="preserve">, динамичное развитие, гармонизация культурной жизни </w:t>
            </w:r>
            <w:r>
              <w:rPr>
                <w:sz w:val="28"/>
                <w:szCs w:val="28"/>
              </w:rPr>
              <w:t>Новогоркинского сельского поселения.</w:t>
            </w:r>
          </w:p>
        </w:tc>
      </w:tr>
      <w:tr w:rsidR="002734E3" w:rsidRPr="00C443F5" w:rsidTr="006D1BBF">
        <w:trPr>
          <w:trHeight w:val="217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365349" w:rsidRDefault="002734E3" w:rsidP="006D1B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Задачи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0249FE" w:rsidRDefault="002734E3" w:rsidP="006D1BBF">
            <w:pPr>
              <w:jc w:val="both"/>
              <w:rPr>
                <w:sz w:val="28"/>
                <w:szCs w:val="28"/>
              </w:rPr>
            </w:pPr>
            <w:r w:rsidRPr="000249FE">
              <w:rPr>
                <w:sz w:val="28"/>
                <w:szCs w:val="28"/>
              </w:rPr>
              <w:t xml:space="preserve">1. обеспечение сохранения и использования </w:t>
            </w:r>
            <w:r w:rsidRPr="0067379C">
              <w:rPr>
                <w:sz w:val="28"/>
                <w:szCs w:val="28"/>
              </w:rPr>
              <w:t>культурного наследия</w:t>
            </w:r>
            <w:r w:rsidRPr="000249FE">
              <w:rPr>
                <w:sz w:val="28"/>
                <w:szCs w:val="28"/>
              </w:rPr>
              <w:t>,  библиотечных фондов;</w:t>
            </w:r>
          </w:p>
          <w:p w:rsidR="002734E3" w:rsidRPr="000249FE" w:rsidRDefault="002734E3" w:rsidP="006D1BBF">
            <w:pPr>
              <w:jc w:val="both"/>
              <w:rPr>
                <w:sz w:val="28"/>
                <w:szCs w:val="28"/>
              </w:rPr>
            </w:pPr>
            <w:r w:rsidRPr="000249FE">
              <w:rPr>
                <w:sz w:val="28"/>
                <w:szCs w:val="28"/>
              </w:rPr>
              <w:t>2. выравнивание доступа к услугам учреждений культуры, информации, культурным ценностям;</w:t>
            </w:r>
          </w:p>
          <w:p w:rsidR="002734E3" w:rsidRPr="000249FE" w:rsidRDefault="002734E3" w:rsidP="006D1BBF">
            <w:pPr>
              <w:jc w:val="both"/>
              <w:rPr>
                <w:sz w:val="28"/>
                <w:szCs w:val="28"/>
              </w:rPr>
            </w:pPr>
            <w:r w:rsidRPr="000249FE">
              <w:rPr>
                <w:sz w:val="28"/>
                <w:szCs w:val="28"/>
              </w:rPr>
              <w:t>3. воспроизводство творческого потенциала  Новогоркинского сельского поселения;</w:t>
            </w:r>
          </w:p>
          <w:p w:rsidR="002734E3" w:rsidRPr="000249FE" w:rsidRDefault="002734E3" w:rsidP="006D1BBF">
            <w:pPr>
              <w:jc w:val="both"/>
              <w:rPr>
                <w:sz w:val="28"/>
                <w:szCs w:val="28"/>
              </w:rPr>
            </w:pPr>
            <w:r w:rsidRPr="000249FE">
              <w:rPr>
                <w:sz w:val="28"/>
                <w:szCs w:val="28"/>
              </w:rPr>
              <w:t>4. создание условий для доступа населения  Новогоркинского сельского поселения к российскому  культурному наследию, современной культуре, информационным ресурсам;</w:t>
            </w:r>
          </w:p>
          <w:p w:rsidR="002734E3" w:rsidRPr="00EB710C" w:rsidRDefault="002734E3" w:rsidP="006D1BBF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 w:rsidRPr="000249FE">
              <w:rPr>
                <w:rFonts w:ascii="Times New Roman" w:hAnsi="Times New Roman"/>
                <w:sz w:val="28"/>
                <w:szCs w:val="28"/>
              </w:rPr>
              <w:t xml:space="preserve">5. осуществление мероприятий по укреплению материально-технической базы учреждениякультуры </w:t>
            </w:r>
          </w:p>
        </w:tc>
      </w:tr>
      <w:tr w:rsidR="002734E3" w:rsidRPr="00C443F5" w:rsidTr="006D1BBF">
        <w:trPr>
          <w:trHeight w:val="217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365349" w:rsidRDefault="002734E3" w:rsidP="006D1B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5F5CF3" w:rsidRDefault="002734E3" w:rsidP="006D1BBF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953144">
              <w:rPr>
                <w:rFonts w:ascii="Times New Roman" w:hAnsi="Times New Roman"/>
                <w:sz w:val="28"/>
                <w:szCs w:val="24"/>
              </w:rPr>
              <w:t xml:space="preserve">2015 год – </w:t>
            </w:r>
            <w:r w:rsidRPr="006D1BBF">
              <w:rPr>
                <w:rFonts w:cs="Arial"/>
                <w:sz w:val="28"/>
              </w:rPr>
              <w:t>4891740</w:t>
            </w:r>
            <w:r w:rsidRPr="005F5CF3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2734E3" w:rsidRPr="005F5CF3" w:rsidRDefault="002734E3" w:rsidP="006D1BBF">
            <w:pPr>
              <w:pStyle w:val="ConsPlusCell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5F5CF3">
              <w:rPr>
                <w:rFonts w:ascii="Times New Roman" w:hAnsi="Times New Roman"/>
                <w:sz w:val="28"/>
                <w:szCs w:val="28"/>
              </w:rPr>
              <w:t xml:space="preserve">         2016 год – </w:t>
            </w:r>
            <w:r w:rsidRPr="005F5CF3">
              <w:rPr>
                <w:rFonts w:cs="Arial"/>
                <w:sz w:val="28"/>
              </w:rPr>
              <w:t>3403640</w:t>
            </w:r>
            <w:r w:rsidRPr="005F5CF3">
              <w:rPr>
                <w:rFonts w:ascii="Times New Roman" w:hAnsi="Times New Roman"/>
                <w:sz w:val="28"/>
                <w:szCs w:val="28"/>
              </w:rPr>
              <w:t xml:space="preserve">руб. </w:t>
            </w:r>
          </w:p>
          <w:p w:rsidR="002734E3" w:rsidRPr="00EB710C" w:rsidRDefault="002734E3" w:rsidP="006D1BBF">
            <w:pPr>
              <w:pStyle w:val="ConsPlusCell"/>
              <w:widowControl/>
              <w:rPr>
                <w:sz w:val="24"/>
                <w:szCs w:val="24"/>
              </w:rPr>
            </w:pPr>
            <w:r w:rsidRPr="005F5CF3">
              <w:rPr>
                <w:rFonts w:ascii="Times New Roman" w:hAnsi="Times New Roman"/>
                <w:sz w:val="28"/>
                <w:szCs w:val="28"/>
              </w:rPr>
              <w:t xml:space="preserve">         2017 год – </w:t>
            </w:r>
            <w:r w:rsidRPr="005F5CF3">
              <w:rPr>
                <w:rFonts w:cs="Arial"/>
                <w:sz w:val="28"/>
              </w:rPr>
              <w:t>3403640</w:t>
            </w:r>
            <w:r w:rsidRPr="00953144">
              <w:rPr>
                <w:rFonts w:ascii="Times New Roman" w:hAnsi="Times New Roman"/>
                <w:sz w:val="28"/>
                <w:szCs w:val="24"/>
              </w:rPr>
              <w:t xml:space="preserve">руб. </w:t>
            </w:r>
          </w:p>
        </w:tc>
      </w:tr>
      <w:tr w:rsidR="002734E3" w:rsidRPr="00C443F5" w:rsidTr="006D1BBF">
        <w:trPr>
          <w:trHeight w:val="217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365349" w:rsidRDefault="002734E3" w:rsidP="006D1B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803A9A" w:rsidRDefault="002734E3" w:rsidP="006D1BBF">
            <w:pPr>
              <w:tabs>
                <w:tab w:val="left" w:pos="379"/>
              </w:tabs>
              <w:ind w:firstLine="3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– 2017</w:t>
            </w:r>
            <w:r w:rsidRPr="00803A9A">
              <w:rPr>
                <w:sz w:val="28"/>
                <w:szCs w:val="28"/>
              </w:rPr>
              <w:t xml:space="preserve"> годы</w:t>
            </w:r>
          </w:p>
        </w:tc>
      </w:tr>
      <w:tr w:rsidR="002734E3" w:rsidRPr="00C443F5" w:rsidTr="006D1BBF">
        <w:trPr>
          <w:trHeight w:val="217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365349" w:rsidRDefault="002734E3" w:rsidP="006D1B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Показатели результативности 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734E3" w:rsidRPr="007711B0" w:rsidRDefault="002734E3" w:rsidP="006D1BBF">
            <w:pPr>
              <w:pStyle w:val="ConsPlusCell"/>
              <w:widowControl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1B0">
              <w:rPr>
                <w:rFonts w:ascii="Times New Roman" w:hAnsi="Times New Roman"/>
                <w:sz w:val="28"/>
                <w:szCs w:val="28"/>
              </w:rPr>
              <w:t>расширение и улучшение качества услуг;</w:t>
            </w:r>
          </w:p>
          <w:p w:rsidR="002734E3" w:rsidRDefault="002734E3" w:rsidP="006D1BBF">
            <w:pPr>
              <w:pStyle w:val="ConsPlusCell"/>
              <w:widowControl/>
              <w:numPr>
                <w:ilvl w:val="0"/>
                <w:numId w:val="6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1B0">
              <w:rPr>
                <w:rFonts w:ascii="Times New Roman" w:hAnsi="Times New Roman"/>
                <w:sz w:val="28"/>
                <w:szCs w:val="28"/>
              </w:rPr>
              <w:t xml:space="preserve">сохранение культурных ресурсов, создание условий и предпосылок       </w:t>
            </w:r>
            <w:r w:rsidRPr="007711B0">
              <w:rPr>
                <w:rFonts w:ascii="Times New Roman" w:hAnsi="Times New Roman"/>
                <w:sz w:val="28"/>
                <w:szCs w:val="28"/>
              </w:rPr>
              <w:br/>
              <w:t>для удовлетворения культурн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ых потребностей, запросов  </w:t>
            </w:r>
            <w:r w:rsidRPr="007711B0">
              <w:rPr>
                <w:rFonts w:ascii="Times New Roman" w:hAnsi="Times New Roman"/>
                <w:sz w:val="28"/>
                <w:szCs w:val="28"/>
              </w:rPr>
              <w:t>и интересов различных групп населения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Новогоркинского сельского поселения;</w:t>
            </w:r>
          </w:p>
          <w:p w:rsidR="002734E3" w:rsidRPr="007711B0" w:rsidRDefault="002734E3" w:rsidP="006D1BBF">
            <w:pPr>
              <w:pStyle w:val="ConsPlusCell"/>
              <w:widowControl/>
              <w:numPr>
                <w:ilvl w:val="0"/>
                <w:numId w:val="6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1B0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творческой деятельности;</w:t>
            </w:r>
          </w:p>
          <w:p w:rsidR="002734E3" w:rsidRDefault="002734E3" w:rsidP="006D1BBF">
            <w:pPr>
              <w:pStyle w:val="ConsPlusCell"/>
              <w:widowControl/>
              <w:numPr>
                <w:ilvl w:val="0"/>
                <w:numId w:val="6"/>
              </w:numPr>
              <w:ind w:left="2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</w:t>
            </w:r>
            <w:r w:rsidRPr="007711B0">
              <w:rPr>
                <w:rFonts w:ascii="Times New Roman" w:hAnsi="Times New Roman"/>
                <w:sz w:val="28"/>
                <w:szCs w:val="28"/>
              </w:rPr>
              <w:t>нормативного, организационного, информационного, кадрового обеспечения для сохранения единого культурного пространства;</w:t>
            </w:r>
          </w:p>
          <w:p w:rsidR="002734E3" w:rsidRPr="007711B0" w:rsidRDefault="002734E3" w:rsidP="006D1BBF">
            <w:pPr>
              <w:pStyle w:val="ConsPlusCell"/>
              <w:widowControl/>
              <w:numPr>
                <w:ilvl w:val="0"/>
                <w:numId w:val="6"/>
              </w:numPr>
              <w:ind w:left="2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</w:t>
            </w:r>
            <w:r w:rsidRPr="00720A64">
              <w:rPr>
                <w:rFonts w:ascii="Times New Roman" w:hAnsi="Times New Roman"/>
                <w:sz w:val="28"/>
                <w:szCs w:val="28"/>
              </w:rPr>
              <w:t xml:space="preserve"> количества посещений библиотек</w:t>
            </w:r>
            <w:r>
              <w:rPr>
                <w:rFonts w:ascii="Times New Roman" w:hAnsi="Times New Roman"/>
                <w:sz w:val="28"/>
                <w:szCs w:val="28"/>
              </w:rPr>
              <w:t>и на 2%</w:t>
            </w:r>
            <w:r w:rsidRPr="00720A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734E3" w:rsidRPr="007711B0" w:rsidRDefault="002734E3" w:rsidP="006D1BBF">
            <w:pPr>
              <w:pStyle w:val="ConsPlusCell"/>
              <w:widowControl/>
              <w:numPr>
                <w:ilvl w:val="0"/>
                <w:numId w:val="6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1B0">
              <w:rPr>
                <w:rFonts w:ascii="Times New Roman" w:hAnsi="Times New Roman"/>
                <w:sz w:val="28"/>
                <w:szCs w:val="28"/>
              </w:rPr>
              <w:t>увеличение числа куль</w:t>
            </w:r>
            <w:r>
              <w:rPr>
                <w:rFonts w:ascii="Times New Roman" w:hAnsi="Times New Roman"/>
                <w:sz w:val="28"/>
                <w:szCs w:val="28"/>
              </w:rPr>
              <w:t>турно-досуговых мероприятий на 5</w:t>
            </w:r>
            <w:r w:rsidRPr="007711B0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734E3" w:rsidRPr="007711B0" w:rsidRDefault="002734E3" w:rsidP="006D1BBF">
            <w:pPr>
              <w:pStyle w:val="ConsPlusCell"/>
              <w:widowControl/>
              <w:numPr>
                <w:ilvl w:val="0"/>
                <w:numId w:val="6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1B0">
              <w:rPr>
                <w:rFonts w:ascii="Times New Roman" w:hAnsi="Times New Roman"/>
                <w:sz w:val="28"/>
                <w:szCs w:val="28"/>
              </w:rPr>
              <w:t>увеличение числа культурно</w:t>
            </w:r>
            <w:r>
              <w:rPr>
                <w:rFonts w:ascii="Times New Roman" w:hAnsi="Times New Roman"/>
                <w:sz w:val="28"/>
                <w:szCs w:val="28"/>
              </w:rPr>
              <w:t>-досуговых формирований на 20</w:t>
            </w:r>
            <w:r w:rsidRPr="007711B0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734E3" w:rsidRPr="007711B0" w:rsidRDefault="002734E3" w:rsidP="006D1BBF">
            <w:pPr>
              <w:pStyle w:val="ConsPlusCell"/>
              <w:widowControl/>
              <w:numPr>
                <w:ilvl w:val="0"/>
                <w:numId w:val="6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1B0">
              <w:rPr>
                <w:rFonts w:ascii="Times New Roman" w:hAnsi="Times New Roman"/>
                <w:sz w:val="28"/>
                <w:szCs w:val="28"/>
              </w:rPr>
              <w:t>увеличение числа жителей,принимающих участие в куль</w:t>
            </w:r>
            <w:r>
              <w:rPr>
                <w:rFonts w:ascii="Times New Roman" w:hAnsi="Times New Roman"/>
                <w:sz w:val="28"/>
                <w:szCs w:val="28"/>
              </w:rPr>
              <w:t>турно-массовых мероприятиях на 0.5</w:t>
            </w:r>
            <w:r w:rsidRPr="007711B0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2734E3" w:rsidRDefault="002734E3" w:rsidP="006D1BBF">
            <w:pPr>
              <w:pStyle w:val="ConsPlusCell"/>
              <w:widowControl/>
              <w:numPr>
                <w:ilvl w:val="0"/>
                <w:numId w:val="6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1B0">
              <w:rPr>
                <w:rFonts w:ascii="Times New Roman" w:hAnsi="Times New Roman"/>
                <w:sz w:val="28"/>
                <w:szCs w:val="28"/>
              </w:rPr>
              <w:t>удовлетворенность населения качеством предоставляемых услуг;</w:t>
            </w:r>
          </w:p>
          <w:p w:rsidR="002734E3" w:rsidRPr="00B45BF4" w:rsidRDefault="002734E3" w:rsidP="006D1BBF">
            <w:pPr>
              <w:pStyle w:val="ConsPlusCell"/>
              <w:widowControl/>
              <w:numPr>
                <w:ilvl w:val="0"/>
                <w:numId w:val="6"/>
              </w:numPr>
              <w:ind w:left="2" w:firstLine="4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BF4">
              <w:rPr>
                <w:rFonts w:ascii="Times New Roman" w:hAnsi="Times New Roman"/>
                <w:sz w:val="28"/>
                <w:szCs w:val="28"/>
              </w:rPr>
              <w:t>повышение энергоэффективности;</w:t>
            </w:r>
          </w:p>
        </w:tc>
      </w:tr>
      <w:tr w:rsidR="002734E3" w:rsidRPr="00C443F5" w:rsidTr="006D1BBF">
        <w:trPr>
          <w:trHeight w:val="217"/>
        </w:trPr>
        <w:tc>
          <w:tcPr>
            <w:tcW w:w="1714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365349" w:rsidRDefault="002734E3" w:rsidP="006D1BB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65349">
              <w:rPr>
                <w:rFonts w:ascii="Arial" w:hAnsi="Arial" w:cs="Arial"/>
                <w:b/>
                <w:sz w:val="26"/>
                <w:szCs w:val="26"/>
              </w:rPr>
              <w:t>Система организации и контроля за исполнением Программы</w:t>
            </w:r>
          </w:p>
        </w:tc>
        <w:tc>
          <w:tcPr>
            <w:tcW w:w="3286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734E3" w:rsidRPr="00720A64" w:rsidRDefault="002734E3" w:rsidP="006D1BBF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исполнением мероприятий Программы осуществляет Глава Администрации Новогоркинского сельского поселения.</w:t>
            </w:r>
          </w:p>
        </w:tc>
      </w:tr>
    </w:tbl>
    <w:p w:rsidR="002734E3" w:rsidRDefault="002734E3" w:rsidP="00AD3CC2">
      <w:pPr>
        <w:pStyle w:val="NormalWeb"/>
        <w:jc w:val="right"/>
        <w:rPr>
          <w:lang w:val="ru-RU"/>
        </w:rPr>
        <w:sectPr w:rsidR="002734E3" w:rsidSect="006D1BB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sub_1020"/>
    </w:p>
    <w:tbl>
      <w:tblPr>
        <w:tblW w:w="14954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73"/>
        <w:gridCol w:w="13"/>
        <w:gridCol w:w="73"/>
        <w:gridCol w:w="2591"/>
        <w:gridCol w:w="1418"/>
        <w:gridCol w:w="22"/>
        <w:gridCol w:w="1185"/>
        <w:gridCol w:w="15"/>
        <w:gridCol w:w="55"/>
        <w:gridCol w:w="1137"/>
        <w:gridCol w:w="8"/>
        <w:gridCol w:w="1185"/>
        <w:gridCol w:w="15"/>
        <w:gridCol w:w="20"/>
        <w:gridCol w:w="51"/>
        <w:gridCol w:w="1114"/>
        <w:gridCol w:w="15"/>
        <w:gridCol w:w="6"/>
        <w:gridCol w:w="47"/>
        <w:gridCol w:w="1132"/>
        <w:gridCol w:w="18"/>
        <w:gridCol w:w="32"/>
        <w:gridCol w:w="18"/>
        <w:gridCol w:w="29"/>
        <w:gridCol w:w="25"/>
        <w:gridCol w:w="18"/>
        <w:gridCol w:w="4209"/>
        <w:gridCol w:w="30"/>
      </w:tblGrid>
      <w:tr w:rsidR="002734E3" w:rsidTr="006D1BBF">
        <w:trPr>
          <w:gridAfter w:val="1"/>
          <w:wAfter w:w="30" w:type="dxa"/>
          <w:tblCellSpacing w:w="0" w:type="dxa"/>
        </w:trPr>
        <w:tc>
          <w:tcPr>
            <w:tcW w:w="14924" w:type="dxa"/>
            <w:gridSpan w:val="27"/>
            <w:tcBorders>
              <w:top w:val="outset" w:sz="6" w:space="0" w:color="auto"/>
              <w:bottom w:val="outset" w:sz="6" w:space="0" w:color="auto"/>
            </w:tcBorders>
          </w:tcPr>
          <w:bookmarkEnd w:id="0"/>
          <w:p w:rsidR="002734E3" w:rsidRDefault="002734E3" w:rsidP="006D1BBF">
            <w:pPr>
              <w:jc w:val="right"/>
            </w:pPr>
            <w:r w:rsidRPr="00F06EC6">
              <w:t xml:space="preserve">Приложение № </w:t>
            </w:r>
            <w:r>
              <w:t xml:space="preserve">2 </w:t>
            </w:r>
            <w:r w:rsidRPr="00981548">
              <w:t xml:space="preserve">к постановлению Главы Администрации </w:t>
            </w:r>
          </w:p>
          <w:p w:rsidR="002734E3" w:rsidRPr="00981548" w:rsidRDefault="002734E3" w:rsidP="006D1BBF">
            <w:pPr>
              <w:jc w:val="right"/>
            </w:pPr>
            <w:r w:rsidRPr="00981548">
              <w:t xml:space="preserve"> Новогоркинского сельского поселения </w:t>
            </w:r>
          </w:p>
          <w:p w:rsidR="002734E3" w:rsidRPr="00F06EC6" w:rsidRDefault="002734E3" w:rsidP="006D1BBF">
            <w:pPr>
              <w:jc w:val="right"/>
            </w:pPr>
            <w:r w:rsidRPr="00C10BD3">
              <w:t xml:space="preserve">                                                                        от «</w:t>
            </w:r>
            <w:r>
              <w:t>05</w:t>
            </w:r>
            <w:r w:rsidRPr="00C10BD3">
              <w:t>»</w:t>
            </w:r>
            <w:r>
              <w:t xml:space="preserve"> июня 2015</w:t>
            </w:r>
            <w:r w:rsidRPr="00C10BD3">
              <w:t xml:space="preserve">. № </w:t>
            </w:r>
            <w:r>
              <w:t>127</w:t>
            </w:r>
          </w:p>
          <w:p w:rsidR="002734E3" w:rsidRPr="00DE2662" w:rsidRDefault="002734E3" w:rsidP="006D1BBF">
            <w:pPr>
              <w:pStyle w:val="NoSpacing"/>
              <w:jc w:val="center"/>
              <w:rPr>
                <w:sz w:val="28"/>
                <w:szCs w:val="28"/>
              </w:rPr>
            </w:pPr>
            <w:r w:rsidRPr="00DE2662">
              <w:rPr>
                <w:sz w:val="28"/>
                <w:szCs w:val="28"/>
              </w:rPr>
              <w:t>Перечень</w:t>
            </w:r>
          </w:p>
          <w:p w:rsidR="002734E3" w:rsidRDefault="002734E3" w:rsidP="006D1BBF">
            <w:pPr>
              <w:pStyle w:val="NoSpacing"/>
              <w:jc w:val="center"/>
              <w:rPr>
                <w:rStyle w:val="Strong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Мероприятий  муниципальной </w:t>
            </w:r>
            <w:r w:rsidRPr="00DE2662">
              <w:rPr>
                <w:sz w:val="28"/>
                <w:szCs w:val="28"/>
              </w:rPr>
              <w:t xml:space="preserve"> программы </w:t>
            </w:r>
          </w:p>
          <w:p w:rsidR="002734E3" w:rsidRPr="00DE2662" w:rsidRDefault="002734E3" w:rsidP="006D1BB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rStyle w:val="Strong"/>
                <w:bCs/>
                <w:sz w:val="28"/>
                <w:szCs w:val="28"/>
              </w:rPr>
              <w:t xml:space="preserve">Новогоркинского сельского поселения Лежневского </w:t>
            </w:r>
            <w:r w:rsidRPr="00DE2662">
              <w:rPr>
                <w:rStyle w:val="Strong"/>
                <w:bCs/>
                <w:sz w:val="28"/>
                <w:szCs w:val="28"/>
              </w:rPr>
              <w:t xml:space="preserve">муниципального района </w:t>
            </w:r>
            <w:r>
              <w:rPr>
                <w:rStyle w:val="Strong"/>
                <w:bCs/>
                <w:sz w:val="28"/>
                <w:szCs w:val="28"/>
              </w:rPr>
              <w:t>Ивановской</w:t>
            </w:r>
            <w:r w:rsidRPr="00DE2662">
              <w:rPr>
                <w:rStyle w:val="Strong"/>
                <w:bCs/>
                <w:sz w:val="28"/>
                <w:szCs w:val="28"/>
              </w:rPr>
              <w:t xml:space="preserve">  области</w:t>
            </w:r>
          </w:p>
          <w:p w:rsidR="002734E3" w:rsidRPr="00DE2662" w:rsidRDefault="002734E3" w:rsidP="006D1BBF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DE2662">
              <w:rPr>
                <w:rFonts w:ascii="Arial" w:hAnsi="Arial" w:cs="Arial"/>
                <w:b/>
                <w:sz w:val="28"/>
                <w:szCs w:val="28"/>
              </w:rPr>
              <w:t xml:space="preserve">«Развитие культуры в </w:t>
            </w:r>
            <w:r>
              <w:rPr>
                <w:rFonts w:ascii="Arial" w:hAnsi="Arial" w:cs="Arial"/>
                <w:b/>
                <w:sz w:val="28"/>
                <w:szCs w:val="28"/>
              </w:rPr>
              <w:t>Новогоркинском сельском поселении на 2015-2017</w:t>
            </w:r>
            <w:r w:rsidRPr="00DE2662">
              <w:rPr>
                <w:rFonts w:ascii="Arial" w:hAnsi="Arial" w:cs="Arial"/>
                <w:b/>
                <w:sz w:val="28"/>
                <w:szCs w:val="28"/>
              </w:rPr>
              <w:t xml:space="preserve"> годы»</w:t>
            </w:r>
          </w:p>
        </w:tc>
      </w:tr>
      <w:tr w:rsidR="002734E3" w:rsidTr="006D1BBF">
        <w:trPr>
          <w:gridAfter w:val="1"/>
          <w:wAfter w:w="30" w:type="dxa"/>
          <w:trHeight w:val="75"/>
          <w:tblCellSpacing w:w="0" w:type="dxa"/>
        </w:trPr>
        <w:tc>
          <w:tcPr>
            <w:tcW w:w="14924" w:type="dxa"/>
            <w:gridSpan w:val="27"/>
            <w:tcBorders>
              <w:top w:val="outset" w:sz="6" w:space="0" w:color="auto"/>
              <w:bottom w:val="outset" w:sz="6" w:space="0" w:color="auto"/>
            </w:tcBorders>
          </w:tcPr>
          <w:p w:rsidR="002734E3" w:rsidRDefault="002734E3" w:rsidP="006D1BBF">
            <w:pPr>
              <w:pStyle w:val="a1"/>
            </w:pPr>
            <w:r>
              <w:t> </w:t>
            </w: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86" w:type="dxa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№ п/п</w:t>
            </w:r>
          </w:p>
        </w:tc>
        <w:tc>
          <w:tcPr>
            <w:tcW w:w="266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Мероприятия по реализации Программы</w:t>
            </w:r>
          </w:p>
        </w:tc>
        <w:tc>
          <w:tcPr>
            <w:tcW w:w="144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Источники финанси-</w:t>
            </w:r>
            <w:r w:rsidRPr="006407DD">
              <w:rPr>
                <w:rFonts w:ascii="Arial" w:hAnsi="Arial" w:cs="Arial"/>
              </w:rPr>
              <w:t>рования</w:t>
            </w:r>
          </w:p>
        </w:tc>
        <w:tc>
          <w:tcPr>
            <w:tcW w:w="120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 исполне-</w:t>
            </w:r>
            <w:r w:rsidRPr="006407DD">
              <w:rPr>
                <w:rFonts w:ascii="Arial" w:hAnsi="Arial" w:cs="Arial"/>
              </w:rPr>
              <w:t>ния</w:t>
            </w:r>
          </w:p>
        </w:tc>
        <w:tc>
          <w:tcPr>
            <w:tcW w:w="120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 (</w:t>
            </w:r>
            <w:r w:rsidRPr="006407DD">
              <w:rPr>
                <w:rFonts w:ascii="Arial" w:hAnsi="Arial" w:cs="Arial"/>
              </w:rPr>
              <w:t> руб.)</w:t>
            </w:r>
          </w:p>
        </w:tc>
        <w:tc>
          <w:tcPr>
            <w:tcW w:w="3682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Объ</w:t>
            </w:r>
            <w:r>
              <w:rPr>
                <w:rFonts w:ascii="Arial" w:hAnsi="Arial" w:cs="Arial"/>
              </w:rPr>
              <w:t>ем финансирования по годам (</w:t>
            </w:r>
            <w:r w:rsidRPr="006407DD">
              <w:rPr>
                <w:rFonts w:ascii="Arial" w:hAnsi="Arial" w:cs="Arial"/>
              </w:rPr>
              <w:t>рублей)</w:t>
            </w:r>
          </w:p>
        </w:tc>
        <w:tc>
          <w:tcPr>
            <w:tcW w:w="4252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Ответственный за выполнение мероприятия Программы</w:t>
            </w: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86" w:type="dxa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6407DD" w:rsidRDefault="002734E3" w:rsidP="006D1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4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6407DD" w:rsidRDefault="002734E3" w:rsidP="006D1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6407DD" w:rsidRDefault="002734E3" w:rsidP="006D1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6407DD" w:rsidRDefault="002734E3" w:rsidP="006D1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0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6407DD" w:rsidRDefault="002734E3" w:rsidP="006D1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  <w:r w:rsidRPr="006407DD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</w:t>
            </w:r>
            <w:r w:rsidRPr="006407DD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</w:t>
            </w:r>
            <w:r w:rsidRPr="006407DD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86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1</w:t>
            </w:r>
          </w:p>
        </w:tc>
        <w:tc>
          <w:tcPr>
            <w:tcW w:w="26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2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3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4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5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ind w:left="540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6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7</w:t>
            </w:r>
          </w:p>
        </w:tc>
        <w:tc>
          <w:tcPr>
            <w:tcW w:w="1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8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 w:rsidRPr="006407DD">
              <w:rPr>
                <w:rFonts w:ascii="Arial" w:hAnsi="Arial" w:cs="Arial"/>
              </w:rPr>
              <w:t>10</w:t>
            </w: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14924" w:type="dxa"/>
            <w:gridSpan w:val="27"/>
            <w:tcBorders>
              <w:top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6407DD" w:rsidRDefault="002734E3" w:rsidP="006D1BBF">
            <w:pPr>
              <w:pStyle w:val="a1"/>
              <w:jc w:val="center"/>
              <w:rPr>
                <w:b/>
              </w:rPr>
            </w:pPr>
            <w:r w:rsidRPr="006407DD">
              <w:rPr>
                <w:b/>
              </w:rPr>
              <w:t>Раздел 1.  Проведение культурно-массовых мероприятий</w:t>
            </w:r>
          </w:p>
        </w:tc>
      </w:tr>
      <w:tr w:rsidR="002734E3" w:rsidTr="006D1BBF">
        <w:trPr>
          <w:gridAfter w:val="1"/>
          <w:wAfter w:w="30" w:type="dxa"/>
          <w:trHeight w:val="477"/>
          <w:tblCellSpacing w:w="0" w:type="dxa"/>
        </w:trPr>
        <w:tc>
          <w:tcPr>
            <w:tcW w:w="559" w:type="dxa"/>
            <w:gridSpan w:val="3"/>
            <w:vMerge w:val="restart"/>
            <w:tcBorders>
              <w:top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1.1.</w:t>
            </w:r>
          </w:p>
        </w:tc>
        <w:tc>
          <w:tcPr>
            <w:tcW w:w="259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Новогодние соревнования по теннису, шашкам, шахматам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с/п,</w:t>
            </w:r>
          </w:p>
          <w:p w:rsidR="002734E3" w:rsidRPr="00C96D26" w:rsidRDefault="002734E3" w:rsidP="006D1BBF">
            <w:pPr>
              <w:pStyle w:val="a1"/>
            </w:pP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Ежегодно</w:t>
            </w:r>
          </w:p>
          <w:p w:rsidR="002734E3" w:rsidRPr="00C96D26" w:rsidRDefault="002734E3" w:rsidP="006D1BBF">
            <w:pPr>
              <w:pStyle w:val="a1"/>
              <w:jc w:val="center"/>
            </w:pPr>
            <w:r w:rsidRPr="00C96D26">
              <w:t>(январь)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3240</w:t>
            </w:r>
          </w:p>
        </w:tc>
        <w:tc>
          <w:tcPr>
            <w:tcW w:w="1228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1080</w:t>
            </w:r>
          </w:p>
        </w:tc>
        <w:tc>
          <w:tcPr>
            <w:tcW w:w="1233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1080</w:t>
            </w:r>
          </w:p>
        </w:tc>
        <w:tc>
          <w:tcPr>
            <w:tcW w:w="122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1080</w:t>
            </w:r>
          </w:p>
        </w:tc>
        <w:tc>
          <w:tcPr>
            <w:tcW w:w="4252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 xml:space="preserve">  МКУ «Новогоркинское СКО»</w:t>
            </w:r>
          </w:p>
        </w:tc>
      </w:tr>
      <w:tr w:rsidR="002734E3" w:rsidTr="006D1BBF">
        <w:trPr>
          <w:gridAfter w:val="1"/>
          <w:wAfter w:w="30" w:type="dxa"/>
          <w:trHeight w:val="477"/>
          <w:tblCellSpacing w:w="0" w:type="dxa"/>
        </w:trPr>
        <w:tc>
          <w:tcPr>
            <w:tcW w:w="559" w:type="dxa"/>
            <w:gridSpan w:val="3"/>
            <w:vMerge/>
            <w:tcBorders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259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7" w:type="dxa"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/>
        </w:tc>
        <w:tc>
          <w:tcPr>
            <w:tcW w:w="1228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33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2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52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</w:tr>
      <w:tr w:rsidR="002734E3" w:rsidTr="006D1BBF">
        <w:trPr>
          <w:gridAfter w:val="1"/>
          <w:wAfter w:w="30" w:type="dxa"/>
          <w:trHeight w:val="98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1.2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NoSpacing"/>
              <w:jc w:val="center"/>
            </w:pPr>
            <w:r w:rsidRPr="00C96D26">
              <w:t>Соревнования «Зимний мяч» среди команд поселения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с/п.</w:t>
            </w:r>
          </w:p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Ежегодно</w:t>
            </w:r>
          </w:p>
          <w:p w:rsidR="002734E3" w:rsidRPr="00C96D26" w:rsidRDefault="002734E3" w:rsidP="006D1BBF">
            <w:pPr>
              <w:pStyle w:val="a1"/>
            </w:pPr>
            <w:r w:rsidRPr="00C96D26">
              <w:t>(Январь) </w:t>
            </w:r>
          </w:p>
          <w:p w:rsidR="002734E3" w:rsidRPr="00C96D26" w:rsidRDefault="002734E3" w:rsidP="006D1BBF">
            <w:pPr>
              <w:pStyle w:val="a1"/>
            </w:pPr>
            <w:r w:rsidRPr="00C96D26">
              <w:t> 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1800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34E3" w:rsidRPr="00C96D26" w:rsidRDefault="002734E3" w:rsidP="006D1BBF">
            <w:pPr>
              <w:pStyle w:val="a1"/>
              <w:contextualSpacing/>
            </w:pPr>
            <w:r w:rsidRPr="00C96D26">
              <w:t xml:space="preserve">           МКУ «Новогоркинское СКО»</w:t>
            </w:r>
          </w:p>
        </w:tc>
      </w:tr>
      <w:tr w:rsidR="002734E3" w:rsidTr="006D1BBF">
        <w:trPr>
          <w:gridAfter w:val="1"/>
          <w:wAfter w:w="30" w:type="dxa"/>
          <w:trHeight w:val="428"/>
          <w:tblCellSpacing w:w="0" w:type="dxa"/>
        </w:trPr>
        <w:tc>
          <w:tcPr>
            <w:tcW w:w="473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/>
        </w:tc>
        <w:tc>
          <w:tcPr>
            <w:tcW w:w="2677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/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/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734E3" w:rsidRPr="00C96D26" w:rsidRDefault="002734E3" w:rsidP="006D1BBF">
            <w:pPr>
              <w:pStyle w:val="a1"/>
              <w:contextualSpacing/>
              <w:jc w:val="center"/>
            </w:pP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1.3</w:t>
            </w:r>
            <w:r w:rsidRPr="00C96D26">
              <w:t>.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NoSpacing"/>
              <w:jc w:val="center"/>
            </w:pPr>
            <w:r w:rsidRPr="00C96D26">
              <w:t>Концертная программа,посвященная Дню Защитника  Отечества</w:t>
            </w:r>
          </w:p>
          <w:p w:rsidR="002734E3" w:rsidRDefault="002734E3" w:rsidP="006D1BBF">
            <w:pPr>
              <w:pStyle w:val="NoSpacing"/>
              <w:jc w:val="center"/>
            </w:pPr>
          </w:p>
          <w:p w:rsidR="002734E3" w:rsidRPr="00C96D26" w:rsidRDefault="002734E3" w:rsidP="006D1BBF">
            <w:pPr>
              <w:pStyle w:val="NoSpacing"/>
            </w:pP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contextualSpacing/>
            </w:pPr>
            <w:r w:rsidRPr="00C96D26">
              <w:t>Ежегодно</w:t>
            </w:r>
          </w:p>
          <w:p w:rsidR="002734E3" w:rsidRPr="00C96D26" w:rsidRDefault="002734E3" w:rsidP="006D1BBF">
            <w:pPr>
              <w:pStyle w:val="a1"/>
              <w:contextualSpacing/>
            </w:pPr>
            <w:r w:rsidRPr="00C96D26">
              <w:t>февраль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21000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7000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7000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7000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34E3" w:rsidRPr="00C96D26" w:rsidRDefault="002734E3" w:rsidP="006D1BBF">
            <w:pPr>
              <w:pStyle w:val="a1"/>
              <w:contextualSpacing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/>
        </w:tc>
        <w:tc>
          <w:tcPr>
            <w:tcW w:w="2677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/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 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734E3" w:rsidRPr="00C96D26" w:rsidRDefault="002734E3" w:rsidP="006D1BBF">
            <w:pPr>
              <w:pStyle w:val="a1"/>
              <w:contextualSpacing/>
              <w:jc w:val="center"/>
            </w:pP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1.4</w:t>
            </w:r>
            <w:r w:rsidRPr="00C96D26">
              <w:t>.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Концертная программа,посвященная Международному женскому дню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Ежегодно март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24000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8000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8000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8000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34E3" w:rsidRPr="00C96D26" w:rsidRDefault="002734E3" w:rsidP="006D1BBF">
            <w:pPr>
              <w:pStyle w:val="a1"/>
              <w:contextualSpacing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1.5</w:t>
            </w:r>
            <w:r w:rsidRPr="00C96D26">
              <w:t>.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День работника культуры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Ежегодно март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1650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550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550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550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34E3" w:rsidRPr="00C96D26" w:rsidRDefault="002734E3" w:rsidP="006D1BBF">
            <w:pPr>
              <w:pStyle w:val="a1"/>
              <w:contextualSpacing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/>
        </w:tc>
        <w:tc>
          <w:tcPr>
            <w:tcW w:w="2677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/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/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734E3" w:rsidRPr="00C96D26" w:rsidRDefault="002734E3" w:rsidP="006D1BBF">
            <w:pPr>
              <w:pStyle w:val="a1"/>
              <w:contextualSpacing/>
              <w:jc w:val="center"/>
            </w:pP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1.6</w:t>
            </w:r>
            <w:r w:rsidRPr="00C96D26">
              <w:t>.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Областной конкурс чтецов им. К.Бальмонта «Солнечный эльф» г.Шуя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Ежегодно</w:t>
            </w:r>
          </w:p>
          <w:p w:rsidR="002734E3" w:rsidRPr="00C96D26" w:rsidRDefault="002734E3" w:rsidP="006D1BBF">
            <w:pPr>
              <w:pStyle w:val="a1"/>
            </w:pPr>
            <w:r w:rsidRPr="00C96D26">
              <w:t>март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1800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34E3" w:rsidRPr="00C96D26" w:rsidRDefault="002734E3" w:rsidP="006D1BBF">
            <w:pPr>
              <w:pStyle w:val="a1"/>
              <w:contextualSpacing/>
              <w:jc w:val="center"/>
            </w:pPr>
            <w:r w:rsidRPr="00C96D26">
              <w:t>МКУ «Новогоркинское СКО»</w:t>
            </w: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/>
        </w:tc>
        <w:tc>
          <w:tcPr>
            <w:tcW w:w="2677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/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/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734E3" w:rsidRPr="00C96D26" w:rsidRDefault="002734E3" w:rsidP="006D1BBF">
            <w:pPr>
              <w:pStyle w:val="a1"/>
              <w:contextualSpacing/>
              <w:jc w:val="center"/>
            </w:pPr>
          </w:p>
        </w:tc>
      </w:tr>
      <w:tr w:rsidR="002734E3" w:rsidTr="006D1BBF">
        <w:trPr>
          <w:gridAfter w:val="1"/>
          <w:wAfter w:w="30" w:type="dxa"/>
          <w:trHeight w:val="585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>
            <w:r>
              <w:t>1.7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>
            <w:pPr>
              <w:pStyle w:val="NoSpacing"/>
            </w:pPr>
            <w:r w:rsidRPr="00C96D26">
              <w:t>Масленица</w:t>
            </w:r>
          </w:p>
          <w:p w:rsidR="002734E3" w:rsidRPr="00C96D26" w:rsidRDefault="002734E3" w:rsidP="006D1BBF">
            <w:r w:rsidRPr="00C96D26">
              <w:t>Массовое гуляние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>
            <w:r w:rsidRPr="00C96D26">
              <w:t xml:space="preserve">Ежегодно </w:t>
            </w:r>
          </w:p>
          <w:p w:rsidR="002734E3" w:rsidRPr="00C96D26" w:rsidRDefault="002734E3" w:rsidP="006D1BBF">
            <w:r>
              <w:t>Февраль-март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12000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4000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4000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4000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2734E3" w:rsidRPr="00C96D26" w:rsidRDefault="002734E3" w:rsidP="006D1BBF">
            <w:pPr>
              <w:pStyle w:val="a1"/>
              <w:contextualSpacing/>
            </w:pPr>
            <w:r w:rsidRPr="00C96D26">
              <w:t xml:space="preserve">         МКУ «Новогоркинское СКО»</w:t>
            </w:r>
          </w:p>
        </w:tc>
      </w:tr>
      <w:tr w:rsidR="002734E3" w:rsidTr="006D1BBF">
        <w:trPr>
          <w:gridAfter w:val="1"/>
          <w:wAfter w:w="30" w:type="dxa"/>
          <w:trHeight w:val="525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/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/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1200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/>
        </w:tc>
        <w:tc>
          <w:tcPr>
            <w:tcW w:w="1200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3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2734E3" w:rsidRPr="00C96D26" w:rsidRDefault="002734E3" w:rsidP="006D1BBF">
            <w:pPr>
              <w:pStyle w:val="a1"/>
              <w:contextualSpacing/>
              <w:jc w:val="center"/>
            </w:pP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1.8</w:t>
            </w:r>
            <w:r w:rsidRPr="00C96D26">
              <w:t>.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contextualSpacing/>
            </w:pPr>
            <w:r w:rsidRPr="00C96D26">
              <w:t>Турнир на первенство поселения по настольному теннису(женщины, мужчины, юноши, девушки)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Ежегодно Апрель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2640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880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880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880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contextualSpacing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/>
        </w:tc>
        <w:tc>
          <w:tcPr>
            <w:tcW w:w="2677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/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1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34E3" w:rsidRPr="00C96D26" w:rsidRDefault="002734E3" w:rsidP="006D1BBF"/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1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  <w:vAlign w:val="center"/>
          </w:tcPr>
          <w:p w:rsidR="002734E3" w:rsidRPr="00C96D26" w:rsidRDefault="002734E3" w:rsidP="006D1BBF">
            <w:pPr>
              <w:pStyle w:val="a1"/>
              <w:contextualSpacing/>
              <w:jc w:val="center"/>
            </w:pP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1.9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Районный детский фестиваль- конкурс «Светлая Пасха»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Ежегодно</w:t>
            </w:r>
          </w:p>
          <w:p w:rsidR="002734E3" w:rsidRPr="00C96D26" w:rsidRDefault="002734E3" w:rsidP="006D1BBF">
            <w:pPr>
              <w:pStyle w:val="a1"/>
            </w:pPr>
            <w:r w:rsidRPr="00C96D26">
              <w:t>Апрель-май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1500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11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ind w:right="-135"/>
            </w:pPr>
          </w:p>
        </w:tc>
        <w:tc>
          <w:tcPr>
            <w:tcW w:w="72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nil"/>
            </w:tcBorders>
          </w:tcPr>
          <w:p w:rsidR="002734E3" w:rsidRPr="00C96D26" w:rsidRDefault="002734E3" w:rsidP="006D1BBF">
            <w:pPr>
              <w:pStyle w:val="a1"/>
              <w:contextualSpacing/>
              <w:jc w:val="center"/>
            </w:pPr>
          </w:p>
        </w:tc>
        <w:tc>
          <w:tcPr>
            <w:tcW w:w="4227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</w:tcBorders>
          </w:tcPr>
          <w:p w:rsidR="002734E3" w:rsidRPr="00C96D26" w:rsidRDefault="002734E3" w:rsidP="006D1BBF">
            <w:pPr>
              <w:pStyle w:val="a1"/>
              <w:contextualSpacing/>
              <w:jc w:val="center"/>
            </w:pPr>
            <w:r w:rsidRPr="00C96D26">
              <w:t>МКУ «Новогоркинское СКО»</w:t>
            </w: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1.1</w:t>
            </w:r>
            <w:r>
              <w:t>0</w:t>
            </w:r>
          </w:p>
          <w:p w:rsidR="002734E3" w:rsidRPr="00C96D26" w:rsidRDefault="002734E3" w:rsidP="006D1BBF">
            <w:pPr>
              <w:pStyle w:val="a1"/>
            </w:pPr>
            <w:r w:rsidRPr="00C96D26">
              <w:t> 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contextualSpacing/>
              <w:rPr>
                <w:rFonts w:ascii="Arial" w:hAnsi="Arial" w:cs="Arial"/>
              </w:rPr>
            </w:pPr>
            <w:r w:rsidRPr="00C96D26">
              <w:t>Легкоатлетическая эстафета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май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 w:rsidRPr="00C96D26">
              <w:rPr>
                <w:rFonts w:ascii="Arial" w:hAnsi="Arial" w:cs="Arial"/>
              </w:rPr>
              <w:t>6600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 w:rsidRPr="00C96D26">
              <w:rPr>
                <w:rFonts w:ascii="Arial" w:hAnsi="Arial" w:cs="Arial"/>
              </w:rPr>
              <w:t>2200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 w:rsidRPr="00C96D26">
              <w:rPr>
                <w:rFonts w:ascii="Arial" w:hAnsi="Arial" w:cs="Arial"/>
              </w:rPr>
              <w:t>2200</w:t>
            </w:r>
          </w:p>
        </w:tc>
        <w:tc>
          <w:tcPr>
            <w:tcW w:w="11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  <w:r w:rsidRPr="00C96D26">
              <w:rPr>
                <w:rFonts w:ascii="Arial" w:hAnsi="Arial" w:cs="Arial"/>
              </w:rPr>
              <w:t>2200</w:t>
            </w:r>
          </w:p>
        </w:tc>
        <w:tc>
          <w:tcPr>
            <w:tcW w:w="50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  <w:rPr>
                <w:rFonts w:ascii="Arial" w:hAnsi="Arial" w:cs="Arial"/>
              </w:rPr>
            </w:pPr>
          </w:p>
        </w:tc>
        <w:tc>
          <w:tcPr>
            <w:tcW w:w="90" w:type="dxa"/>
            <w:gridSpan w:val="4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</w:tcPr>
          <w:p w:rsidR="002734E3" w:rsidRPr="00C96D26" w:rsidRDefault="002734E3" w:rsidP="006D1BBF">
            <w:pPr>
              <w:pStyle w:val="a1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209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contextualSpacing/>
            </w:pPr>
            <w:r w:rsidRPr="00C96D26">
              <w:t xml:space="preserve">         МКУ «Новогоркинское СКО»</w:t>
            </w: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vMerge/>
            <w:tcBorders>
              <w:bottom w:val="single" w:sz="4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single" w:sz="4" w:space="0" w:color="auto"/>
              <w:right w:val="nil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 </w:t>
            </w:r>
          </w:p>
        </w:tc>
        <w:tc>
          <w:tcPr>
            <w:tcW w:w="12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121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122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2734E3" w:rsidRPr="00C96D26" w:rsidRDefault="002734E3" w:rsidP="006D1BBF">
            <w:pPr>
              <w:pStyle w:val="a1"/>
              <w:contextualSpacing/>
              <w:jc w:val="center"/>
            </w:pPr>
          </w:p>
        </w:tc>
        <w:tc>
          <w:tcPr>
            <w:tcW w:w="4209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contextualSpacing/>
              <w:jc w:val="center"/>
            </w:pPr>
          </w:p>
        </w:tc>
      </w:tr>
      <w:tr w:rsidR="002734E3" w:rsidTr="006D1BBF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1.1</w:t>
            </w:r>
            <w:r>
              <w:t>1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 xml:space="preserve">Велопробег «Память»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Ежегодно Май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7500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2500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2500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2500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2734E3" w:rsidTr="006D1BBF">
        <w:trPr>
          <w:trHeight w:val="628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</w:tr>
      <w:tr w:rsidR="002734E3" w:rsidTr="006D1BBF">
        <w:trPr>
          <w:trHeight w:val="1052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1.12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Митинг 9 мая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Ежегодно Май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60000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20000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20000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20000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2734E3" w:rsidTr="006D1BBF">
        <w:trPr>
          <w:trHeight w:val="1051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</w:tr>
      <w:tr w:rsidR="002734E3" w:rsidTr="006D1BBF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1.13</w:t>
            </w:r>
          </w:p>
          <w:p w:rsidR="002734E3" w:rsidRPr="00C96D26" w:rsidRDefault="002734E3" w:rsidP="006D1BBF"/>
          <w:p w:rsidR="002734E3" w:rsidRPr="00C96D26" w:rsidRDefault="002734E3" w:rsidP="006D1BBF"/>
          <w:p w:rsidR="002734E3" w:rsidRPr="00C96D26" w:rsidRDefault="002734E3" w:rsidP="006D1BBF"/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Футбол к 9 мая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Ежегодно Май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1500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2734E3" w:rsidTr="006D1BBF">
        <w:trPr>
          <w:trHeight w:val="628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</w:tr>
      <w:tr w:rsidR="002734E3" w:rsidTr="006D1BBF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1.14</w:t>
            </w:r>
          </w:p>
          <w:p w:rsidR="002734E3" w:rsidRPr="00C96D26" w:rsidRDefault="002734E3" w:rsidP="006D1BBF"/>
          <w:p w:rsidR="002734E3" w:rsidRPr="00C96D26" w:rsidRDefault="002734E3" w:rsidP="006D1BBF"/>
          <w:p w:rsidR="002734E3" w:rsidRPr="00C96D26" w:rsidRDefault="002734E3" w:rsidP="006D1BBF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.2pt;margin-top:9pt;width:748.6pt;height:.05pt;flip:x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"/>
              </w:pict>
            </w:r>
          </w:p>
          <w:p w:rsidR="002734E3" w:rsidRPr="00C96D26" w:rsidRDefault="002734E3" w:rsidP="006D1BBF">
            <w:r>
              <w:t>1.15</w:t>
            </w:r>
          </w:p>
          <w:p w:rsidR="002734E3" w:rsidRPr="00C96D26" w:rsidRDefault="002734E3" w:rsidP="006D1BBF"/>
          <w:p w:rsidR="002734E3" w:rsidRPr="00C96D26" w:rsidRDefault="002734E3" w:rsidP="006D1BBF"/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День защиты детей</w:t>
            </w:r>
          </w:p>
          <w:p w:rsidR="002734E3" w:rsidRPr="00C96D26" w:rsidRDefault="002734E3" w:rsidP="006D1BBF">
            <w:pPr>
              <w:pStyle w:val="a1"/>
              <w:jc w:val="center"/>
            </w:pPr>
          </w:p>
          <w:p w:rsidR="002734E3" w:rsidRDefault="002734E3" w:rsidP="006D1BBF">
            <w:pPr>
              <w:pStyle w:val="a1"/>
              <w:tabs>
                <w:tab w:val="left" w:pos="243"/>
              </w:tabs>
            </w:pPr>
          </w:p>
          <w:p w:rsidR="002734E3" w:rsidRPr="00C96D26" w:rsidRDefault="002734E3" w:rsidP="006D1BBF">
            <w:pPr>
              <w:pStyle w:val="a1"/>
              <w:tabs>
                <w:tab w:val="left" w:pos="243"/>
              </w:tabs>
            </w:pPr>
            <w:r w:rsidRPr="00C96D26">
              <w:t>Региональный фестиваль «Июньская карусель на Нерли»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Ежегодно Июнь</w:t>
            </w:r>
          </w:p>
          <w:p w:rsidR="002734E3" w:rsidRPr="00C96D26" w:rsidRDefault="002734E3" w:rsidP="006D1BBF"/>
          <w:p w:rsidR="002734E3" w:rsidRPr="00C96D26" w:rsidRDefault="002734E3" w:rsidP="006D1BBF"/>
          <w:p w:rsidR="002734E3" w:rsidRPr="00C96D26" w:rsidRDefault="002734E3" w:rsidP="006D1BBF">
            <w:pPr>
              <w:jc w:val="center"/>
            </w:pPr>
            <w:r w:rsidRPr="00C96D26">
              <w:t>Ежегодно Июнь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3000</w:t>
            </w:r>
          </w:p>
          <w:p w:rsidR="002734E3" w:rsidRPr="00C96D26" w:rsidRDefault="002734E3" w:rsidP="006D1BBF"/>
          <w:p w:rsidR="002734E3" w:rsidRPr="00C96D26" w:rsidRDefault="002734E3" w:rsidP="006D1BBF"/>
          <w:p w:rsidR="002734E3" w:rsidRPr="00C96D26" w:rsidRDefault="002734E3" w:rsidP="006D1BBF"/>
          <w:p w:rsidR="002734E3" w:rsidRPr="00C96D26" w:rsidRDefault="002734E3" w:rsidP="006D1BBF">
            <w:pPr>
              <w:jc w:val="center"/>
            </w:pPr>
            <w:r w:rsidRPr="00C96D26">
              <w:t>6300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1000</w:t>
            </w:r>
          </w:p>
          <w:p w:rsidR="002734E3" w:rsidRPr="00C96D26" w:rsidRDefault="002734E3" w:rsidP="006D1BBF"/>
          <w:p w:rsidR="002734E3" w:rsidRPr="00C96D26" w:rsidRDefault="002734E3" w:rsidP="006D1BBF"/>
          <w:p w:rsidR="002734E3" w:rsidRPr="00C96D26" w:rsidRDefault="002734E3" w:rsidP="006D1BBF"/>
          <w:p w:rsidR="002734E3" w:rsidRPr="00C96D26" w:rsidRDefault="002734E3" w:rsidP="006D1BBF">
            <w:pPr>
              <w:jc w:val="center"/>
            </w:pPr>
            <w:r w:rsidRPr="00C96D26">
              <w:t>2100</w:t>
            </w: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1000</w:t>
            </w:r>
          </w:p>
          <w:p w:rsidR="002734E3" w:rsidRPr="00C96D26" w:rsidRDefault="002734E3" w:rsidP="006D1BBF"/>
          <w:p w:rsidR="002734E3" w:rsidRPr="00C96D26" w:rsidRDefault="002734E3" w:rsidP="006D1BBF"/>
          <w:p w:rsidR="002734E3" w:rsidRPr="00C96D26" w:rsidRDefault="002734E3" w:rsidP="006D1BBF"/>
          <w:p w:rsidR="002734E3" w:rsidRPr="00C96D26" w:rsidRDefault="002734E3" w:rsidP="006D1BBF">
            <w:pPr>
              <w:jc w:val="center"/>
            </w:pPr>
            <w:r w:rsidRPr="00C96D26">
              <w:t>2100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  <w:p w:rsidR="002734E3" w:rsidRPr="00C96D26" w:rsidRDefault="002734E3" w:rsidP="006D1BBF"/>
          <w:p w:rsidR="002734E3" w:rsidRPr="00C96D26" w:rsidRDefault="002734E3" w:rsidP="006D1BBF"/>
          <w:p w:rsidR="002734E3" w:rsidRPr="00C96D26" w:rsidRDefault="002734E3" w:rsidP="006D1BBF"/>
          <w:p w:rsidR="002734E3" w:rsidRPr="00C96D26" w:rsidRDefault="002734E3" w:rsidP="006D1BBF">
            <w:pPr>
              <w:tabs>
                <w:tab w:val="left" w:pos="1527"/>
              </w:tabs>
              <w:jc w:val="center"/>
            </w:pPr>
            <w:r w:rsidRPr="00C96D26">
              <w:t>МКУ «Новогоркинское СКО»</w:t>
            </w:r>
          </w:p>
        </w:tc>
      </w:tr>
      <w:tr w:rsidR="002734E3" w:rsidTr="006D1BBF">
        <w:trPr>
          <w:trHeight w:val="1024"/>
          <w:tblCellSpacing w:w="0" w:type="dxa"/>
        </w:trPr>
        <w:tc>
          <w:tcPr>
            <w:tcW w:w="473" w:type="dxa"/>
            <w:vMerge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  <w:p w:rsidR="002734E3" w:rsidRPr="00C96D26" w:rsidRDefault="002734E3" w:rsidP="006D1BBF">
            <w:pPr>
              <w:pStyle w:val="a1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  <w:p w:rsidR="002734E3" w:rsidRPr="00C96D26" w:rsidRDefault="002734E3" w:rsidP="006D1BBF">
            <w:r w:rsidRPr="00C96D26">
              <w:t xml:space="preserve">     2100</w:t>
            </w:r>
          </w:p>
        </w:tc>
        <w:tc>
          <w:tcPr>
            <w:tcW w:w="1276" w:type="dxa"/>
            <w:gridSpan w:val="6"/>
            <w:vMerge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</w:tr>
      <w:tr w:rsidR="002734E3" w:rsidTr="006D1BBF">
        <w:trPr>
          <w:trHeight w:val="174"/>
          <w:tblCellSpacing w:w="0" w:type="dxa"/>
        </w:trPr>
        <w:tc>
          <w:tcPr>
            <w:tcW w:w="473" w:type="dxa"/>
            <w:vMerge/>
            <w:tcBorders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tcBorders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</w:tr>
      <w:tr w:rsidR="002734E3" w:rsidTr="006D1BBF">
        <w:trPr>
          <w:trHeight w:val="846"/>
          <w:tblCellSpacing w:w="0" w:type="dxa"/>
        </w:trPr>
        <w:tc>
          <w:tcPr>
            <w:tcW w:w="473" w:type="dxa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1.16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NoSpacing"/>
              <w:tabs>
                <w:tab w:val="center" w:pos="1323"/>
              </w:tabs>
            </w:pPr>
            <w:r w:rsidRPr="00C96D26">
              <w:t>Областное поэтический фестиваль «Пушкин на все времена»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Ежегодно июнь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1500</w:t>
            </w:r>
          </w:p>
        </w:tc>
        <w:tc>
          <w:tcPr>
            <w:tcW w:w="1279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1276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AD3CC2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4282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МКУ «Новогоркинское СКО»</w:t>
            </w:r>
          </w:p>
        </w:tc>
      </w:tr>
      <w:tr w:rsidR="002734E3" w:rsidTr="006D1BBF">
        <w:trPr>
          <w:trHeight w:val="846"/>
          <w:tblCellSpacing w:w="0" w:type="dxa"/>
        </w:trPr>
        <w:tc>
          <w:tcPr>
            <w:tcW w:w="473" w:type="dxa"/>
            <w:tcBorders>
              <w:top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  <w:r>
              <w:t>1.17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AD3CC2">
            <w:pPr>
              <w:pStyle w:val="NoSpacing"/>
              <w:tabs>
                <w:tab w:val="center" w:pos="1323"/>
              </w:tabs>
              <w:jc w:val="center"/>
            </w:pPr>
            <w:r>
              <w:t>День России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Бюджет Новогоркинского с/п</w:t>
            </w:r>
          </w:p>
        </w:tc>
        <w:tc>
          <w:tcPr>
            <w:tcW w:w="1277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Default="002734E3" w:rsidP="006D1BBF">
            <w:pPr>
              <w:pStyle w:val="a1"/>
              <w:jc w:val="center"/>
            </w:pPr>
            <w:r>
              <w:t>Ежегодно</w:t>
            </w:r>
          </w:p>
          <w:p w:rsidR="002734E3" w:rsidRPr="00C96D26" w:rsidRDefault="002734E3" w:rsidP="006D1BBF">
            <w:pPr>
              <w:pStyle w:val="a1"/>
              <w:jc w:val="center"/>
            </w:pPr>
            <w:r>
              <w:t>Июнь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10000</w:t>
            </w:r>
          </w:p>
        </w:tc>
        <w:tc>
          <w:tcPr>
            <w:tcW w:w="1279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10000</w:t>
            </w: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-</w:t>
            </w:r>
          </w:p>
        </w:tc>
        <w:tc>
          <w:tcPr>
            <w:tcW w:w="1276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AD3CC2">
            <w:pPr>
              <w:pStyle w:val="a1"/>
              <w:jc w:val="center"/>
            </w:pPr>
            <w:r>
              <w:t>-</w:t>
            </w:r>
          </w:p>
        </w:tc>
        <w:tc>
          <w:tcPr>
            <w:tcW w:w="4282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МКУ «Новогоркинское СКО»</w:t>
            </w:r>
            <w:bookmarkStart w:id="1" w:name="_GoBack"/>
            <w:bookmarkEnd w:id="1"/>
          </w:p>
        </w:tc>
      </w:tr>
      <w:tr w:rsidR="002734E3" w:rsidTr="006D1BBF">
        <w:trPr>
          <w:trHeight w:val="846"/>
          <w:tblCellSpacing w:w="0" w:type="dxa"/>
        </w:trPr>
        <w:tc>
          <w:tcPr>
            <w:tcW w:w="473" w:type="dxa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27152A">
            <w:pPr>
              <w:pStyle w:val="a1"/>
            </w:pPr>
            <w:r w:rsidRPr="00C96D26">
              <w:t>1</w:t>
            </w:r>
            <w:r>
              <w:t>.18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NoSpacing"/>
              <w:tabs>
                <w:tab w:val="center" w:pos="1323"/>
              </w:tabs>
            </w:pPr>
            <w:r w:rsidRPr="00C96D26">
              <w:t>Региональный конкурс - фестиваль  самодеятельного творчества «Славим Россию»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Ежегодно июнь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5400</w:t>
            </w:r>
          </w:p>
        </w:tc>
        <w:tc>
          <w:tcPr>
            <w:tcW w:w="1279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1800</w:t>
            </w: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1800</w:t>
            </w:r>
          </w:p>
        </w:tc>
        <w:tc>
          <w:tcPr>
            <w:tcW w:w="1276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1800</w:t>
            </w:r>
          </w:p>
        </w:tc>
        <w:tc>
          <w:tcPr>
            <w:tcW w:w="4282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МКУ «Новогоркинское СКО»</w:t>
            </w:r>
          </w:p>
        </w:tc>
      </w:tr>
      <w:tr w:rsidR="002734E3" w:rsidTr="006D1BBF">
        <w:trPr>
          <w:trHeight w:val="846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1.19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NoSpacing"/>
              <w:tabs>
                <w:tab w:val="center" w:pos="1323"/>
              </w:tabs>
            </w:pPr>
            <w:r w:rsidRPr="00C96D26">
              <w:tab/>
              <w:t>День молодежи.</w:t>
            </w:r>
          </w:p>
          <w:p w:rsidR="002734E3" w:rsidRPr="00C96D26" w:rsidRDefault="002734E3" w:rsidP="006D1BBF">
            <w:pPr>
              <w:pStyle w:val="NoSpacing"/>
              <w:jc w:val="center"/>
            </w:pPr>
            <w:r w:rsidRPr="00C96D26">
              <w:t>Районный спортивный праздник «Веселые гонки»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Ежегодно Июнь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1500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500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2734E3" w:rsidTr="006D1BBF">
        <w:trPr>
          <w:trHeight w:val="382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NoSpacing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</w:tr>
      <w:tr w:rsidR="002734E3" w:rsidTr="006D1BBF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1.20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NoSpacing"/>
              <w:jc w:val="center"/>
            </w:pPr>
            <w:r w:rsidRPr="00C96D26">
              <w:t>Районная молодежная шоу-программа</w:t>
            </w:r>
          </w:p>
          <w:p w:rsidR="002734E3" w:rsidRPr="00C96D26" w:rsidRDefault="002734E3" w:rsidP="006D1BBF">
            <w:pPr>
              <w:pStyle w:val="NoSpacing"/>
              <w:jc w:val="center"/>
            </w:pPr>
            <w:r w:rsidRPr="00C96D26">
              <w:t>«Лежневская красавица»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Ежегодно Июль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4500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1500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1500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1500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2734E3" w:rsidTr="006D1BBF">
        <w:trPr>
          <w:trHeight w:val="628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NoSpacing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</w:tr>
      <w:tr w:rsidR="002734E3" w:rsidTr="006D1BBF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1.21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Районное мероприятие ко Дню семьи, любви и верности.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Ежегодно Июль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1500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500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500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500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2734E3" w:rsidTr="006D1BBF">
        <w:trPr>
          <w:trHeight w:val="628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</w:tr>
      <w:tr w:rsidR="002734E3" w:rsidTr="006D1BBF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1.22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Рыболовный турнир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Ежегодно Август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5850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1950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1950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1950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МКУ «Новогоркинское СКО»</w:t>
            </w:r>
          </w:p>
        </w:tc>
      </w:tr>
      <w:tr w:rsidR="002734E3" w:rsidTr="006D1BBF">
        <w:trPr>
          <w:trHeight w:val="628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</w:tr>
      <w:tr w:rsidR="002734E3" w:rsidTr="006D1BBF">
        <w:trPr>
          <w:trHeight w:val="629"/>
          <w:tblCellSpacing w:w="0" w:type="dxa"/>
        </w:trPr>
        <w:tc>
          <w:tcPr>
            <w:tcW w:w="473" w:type="dxa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1.</w:t>
            </w:r>
            <w:r>
              <w:t>23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День района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Ежегодно август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3000</w:t>
            </w:r>
          </w:p>
        </w:tc>
        <w:tc>
          <w:tcPr>
            <w:tcW w:w="1279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276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4282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МКУ «Новогоркинское СКО»</w:t>
            </w:r>
          </w:p>
        </w:tc>
      </w:tr>
      <w:tr w:rsidR="002734E3" w:rsidTr="006D1BBF">
        <w:trPr>
          <w:trHeight w:val="629"/>
          <w:tblCellSpacing w:w="0" w:type="dxa"/>
        </w:trPr>
        <w:tc>
          <w:tcPr>
            <w:tcW w:w="473" w:type="dxa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1</w:t>
            </w:r>
            <w:r>
              <w:t>.24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Лежневская ярмарка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Ежегодно сентябрь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3000</w:t>
            </w:r>
          </w:p>
        </w:tc>
        <w:tc>
          <w:tcPr>
            <w:tcW w:w="1279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276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4282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МКУ «Новогоркинское СКО»</w:t>
            </w:r>
          </w:p>
        </w:tc>
      </w:tr>
      <w:tr w:rsidR="002734E3" w:rsidTr="006D1BBF">
        <w:trPr>
          <w:trHeight w:val="629"/>
          <w:tblCellSpacing w:w="0" w:type="dxa"/>
        </w:trPr>
        <w:tc>
          <w:tcPr>
            <w:tcW w:w="473" w:type="dxa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1</w:t>
            </w:r>
            <w:r>
              <w:t>.25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Default="002734E3" w:rsidP="006D1BBF">
            <w:pPr>
              <w:pStyle w:val="a1"/>
              <w:jc w:val="center"/>
            </w:pPr>
            <w:r w:rsidRPr="00C96D26">
              <w:t>Областной песенно-поэтический фестиваль по творчеству М. Цветаевой «Если душа родилась крылатой»</w:t>
            </w:r>
          </w:p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Ежегодно сентябрь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1800</w:t>
            </w:r>
          </w:p>
        </w:tc>
        <w:tc>
          <w:tcPr>
            <w:tcW w:w="1279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1276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600</w:t>
            </w:r>
          </w:p>
        </w:tc>
        <w:tc>
          <w:tcPr>
            <w:tcW w:w="4282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МКУ «Новогоркинское СКО»</w:t>
            </w:r>
          </w:p>
        </w:tc>
      </w:tr>
      <w:tr w:rsidR="002734E3" w:rsidTr="006D1BBF">
        <w:trPr>
          <w:trHeight w:val="629"/>
          <w:tblCellSpacing w:w="0" w:type="dxa"/>
        </w:trPr>
        <w:tc>
          <w:tcPr>
            <w:tcW w:w="473" w:type="dxa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1.</w:t>
            </w:r>
            <w:r>
              <w:t>26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Default="002734E3" w:rsidP="006D1BBF">
            <w:pPr>
              <w:pStyle w:val="a1"/>
              <w:jc w:val="center"/>
            </w:pPr>
            <w:r w:rsidRPr="00C96D26">
              <w:t>Областной песенно-поэтический фестиваль «Сей зерно» посвященный М. Дудина Г.Фурманов</w:t>
            </w:r>
          </w:p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Ежегодно Ноябрь</w:t>
            </w:r>
          </w:p>
        </w:tc>
        <w:tc>
          <w:tcPr>
            <w:tcW w:w="1137" w:type="dxa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3000</w:t>
            </w:r>
          </w:p>
        </w:tc>
        <w:tc>
          <w:tcPr>
            <w:tcW w:w="1279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276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4282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МКУ «Новогоркинское СКО»</w:t>
            </w:r>
          </w:p>
        </w:tc>
      </w:tr>
      <w:tr w:rsidR="002734E3" w:rsidTr="006D1BBF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1.27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День матери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Ежегодно Ноябрь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2</w:t>
            </w:r>
            <w:r w:rsidRPr="00C96D26">
              <w:t>6300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2100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12100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12100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2734E3" w:rsidTr="006D1BBF">
        <w:trPr>
          <w:trHeight w:val="628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</w:tr>
      <w:tr w:rsidR="002734E3" w:rsidTr="006D1BBF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1.28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Установка Новогодней елки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Ежегодно Декабрь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3000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1000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 xml:space="preserve"> МКУ «Новогоркинское СКО»</w:t>
            </w:r>
          </w:p>
        </w:tc>
      </w:tr>
      <w:tr w:rsidR="002734E3" w:rsidTr="006D1BBF">
        <w:trPr>
          <w:trHeight w:val="628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</w:tr>
      <w:tr w:rsidR="002734E3" w:rsidTr="006D1BBF">
        <w:trPr>
          <w:trHeight w:val="1052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1.29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NoSpacing"/>
            </w:pPr>
            <w:r w:rsidRPr="00C96D26">
              <w:t>Районные спартакиады: Футбол, мини- футбол,  волейбол, стрит-бол, настольный теннис, баскетбол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В течение года</w:t>
            </w: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12000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4000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4000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4000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 xml:space="preserve">           МКУ «Новогоркинское СКО»</w:t>
            </w:r>
          </w:p>
        </w:tc>
      </w:tr>
      <w:tr w:rsidR="002734E3" w:rsidTr="006D1BBF">
        <w:trPr>
          <w:trHeight w:val="1051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NoSpacing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</w:tr>
      <w:tr w:rsidR="002734E3" w:rsidTr="006D1BBF">
        <w:trPr>
          <w:trHeight w:val="629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1.30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AC4150" w:rsidRDefault="002734E3" w:rsidP="006D1BBF">
            <w:pPr>
              <w:pStyle w:val="a1"/>
              <w:jc w:val="center"/>
              <w:rPr>
                <w:b/>
              </w:rPr>
            </w:pPr>
            <w:r w:rsidRPr="00AC4150">
              <w:rPr>
                <w:b/>
              </w:rPr>
              <w:t>Итого по разделу 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AC4150" w:rsidRDefault="002734E3" w:rsidP="006D1BBF">
            <w:pPr>
              <w:pStyle w:val="a1"/>
              <w:jc w:val="center"/>
              <w:rPr>
                <w:b/>
              </w:rPr>
            </w:pPr>
            <w:r w:rsidRPr="00AC4150">
              <w:rPr>
                <w:b/>
              </w:rPr>
              <w:t>Бюджет Новогоркинского с/п</w:t>
            </w:r>
          </w:p>
        </w:tc>
        <w:tc>
          <w:tcPr>
            <w:tcW w:w="127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AC4150" w:rsidRDefault="002734E3" w:rsidP="006D1BBF">
            <w:pPr>
              <w:pStyle w:val="a1"/>
              <w:jc w:val="center"/>
              <w:rPr>
                <w:b/>
              </w:rPr>
            </w:pPr>
          </w:p>
        </w:tc>
        <w:tc>
          <w:tcPr>
            <w:tcW w:w="113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AC4150" w:rsidRDefault="002734E3" w:rsidP="006D1BBF">
            <w:pPr>
              <w:pStyle w:val="a1"/>
              <w:jc w:val="center"/>
              <w:rPr>
                <w:b/>
              </w:rPr>
            </w:pPr>
            <w:r>
              <w:rPr>
                <w:b/>
              </w:rPr>
              <w:t>236880</w:t>
            </w:r>
          </w:p>
        </w:tc>
        <w:tc>
          <w:tcPr>
            <w:tcW w:w="1279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AC4150" w:rsidRDefault="002734E3" w:rsidP="006D1BBF">
            <w:pPr>
              <w:pStyle w:val="a1"/>
              <w:jc w:val="center"/>
              <w:rPr>
                <w:b/>
              </w:rPr>
            </w:pPr>
            <w:r>
              <w:rPr>
                <w:b/>
              </w:rPr>
              <w:t>78960</w:t>
            </w:r>
          </w:p>
        </w:tc>
        <w:tc>
          <w:tcPr>
            <w:tcW w:w="113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AC4150" w:rsidRDefault="002734E3" w:rsidP="006D1BBF">
            <w:pPr>
              <w:pStyle w:val="a1"/>
              <w:jc w:val="center"/>
              <w:rPr>
                <w:b/>
              </w:rPr>
            </w:pPr>
            <w:r>
              <w:rPr>
                <w:b/>
              </w:rPr>
              <w:t>78960</w:t>
            </w:r>
          </w:p>
        </w:tc>
        <w:tc>
          <w:tcPr>
            <w:tcW w:w="1276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AC4150" w:rsidRDefault="002734E3" w:rsidP="006D1BBF">
            <w:pPr>
              <w:pStyle w:val="a1"/>
              <w:jc w:val="center"/>
              <w:rPr>
                <w:b/>
              </w:rPr>
            </w:pPr>
            <w:r>
              <w:rPr>
                <w:b/>
              </w:rPr>
              <w:t>78960</w:t>
            </w:r>
          </w:p>
        </w:tc>
        <w:tc>
          <w:tcPr>
            <w:tcW w:w="4282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808080"/>
            </w:tcBorders>
          </w:tcPr>
          <w:p w:rsidR="002734E3" w:rsidRPr="00AC4150" w:rsidRDefault="002734E3" w:rsidP="006D1BBF">
            <w:pPr>
              <w:pStyle w:val="a1"/>
              <w:jc w:val="center"/>
              <w:rPr>
                <w:b/>
              </w:rPr>
            </w:pPr>
            <w:r w:rsidRPr="00AC4150">
              <w:rPr>
                <w:b/>
              </w:rPr>
              <w:t xml:space="preserve"> МКУ «Новогоркинское СКО»</w:t>
            </w:r>
          </w:p>
        </w:tc>
      </w:tr>
      <w:tr w:rsidR="002734E3" w:rsidTr="006D1BBF">
        <w:trPr>
          <w:trHeight w:val="628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9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135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76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82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14451" w:type="dxa"/>
            <w:gridSpan w:val="2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808080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Раздел 2.  Финансирование деятельности муниципального казенного учреждения культуры</w:t>
            </w: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2.1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  <w:r w:rsidRPr="00C96D26">
              <w:t>Затраты на зарплату и начисления</w:t>
            </w:r>
          </w:p>
          <w:p w:rsidR="002734E3" w:rsidRPr="00DA601F" w:rsidRDefault="002734E3" w:rsidP="006D1BBF"/>
          <w:p w:rsidR="002734E3" w:rsidRDefault="002734E3" w:rsidP="006D1BBF">
            <w:pPr>
              <w:ind w:firstLine="708"/>
            </w:pPr>
            <w:r>
              <w:t>Субсидия</w:t>
            </w:r>
          </w:p>
          <w:p w:rsidR="002734E3" w:rsidRPr="00DA601F" w:rsidRDefault="002734E3" w:rsidP="006D1BBF">
            <w:pPr>
              <w:ind w:firstLine="708"/>
            </w:pPr>
            <w:r>
              <w:t>с начислениями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</w:t>
            </w:r>
          </w:p>
          <w:p w:rsidR="002734E3" w:rsidRPr="00C96D26" w:rsidRDefault="002734E3" w:rsidP="006D1BBF">
            <w:pPr>
              <w:pStyle w:val="a1"/>
              <w:jc w:val="center"/>
            </w:pPr>
            <w:r>
              <w:t>Средства областного бюджета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Два раза в месяц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  <w:jc w:val="center"/>
            </w:pPr>
            <w:r>
              <w:t>4197099,72</w:t>
            </w:r>
          </w:p>
          <w:p w:rsidR="002734E3" w:rsidRPr="00C96D26" w:rsidRDefault="002734E3" w:rsidP="006D1BBF"/>
          <w:p w:rsidR="002734E3" w:rsidRPr="00C96D26" w:rsidRDefault="002734E3" w:rsidP="006D1BBF"/>
          <w:p w:rsidR="002734E3" w:rsidRPr="00C96D26" w:rsidRDefault="002734E3" w:rsidP="006D1BBF">
            <w:pPr>
              <w:jc w:val="center"/>
            </w:pPr>
            <w:r>
              <w:t>348800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1259833</w:t>
            </w:r>
            <w:r>
              <w:t>,24</w:t>
            </w:r>
          </w:p>
          <w:p w:rsidR="002734E3" w:rsidRPr="00C96D26" w:rsidRDefault="002734E3" w:rsidP="006D1BBF">
            <w:pPr>
              <w:pStyle w:val="a1"/>
              <w:jc w:val="center"/>
            </w:pPr>
          </w:p>
          <w:p w:rsidR="002734E3" w:rsidRPr="00C96D26" w:rsidRDefault="002734E3" w:rsidP="006D1BBF">
            <w:pPr>
              <w:pStyle w:val="a1"/>
              <w:jc w:val="center"/>
            </w:pPr>
            <w:r>
              <w:t>182200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1385333,24</w:t>
            </w:r>
          </w:p>
          <w:p w:rsidR="002734E3" w:rsidRPr="00C96D26" w:rsidRDefault="002734E3" w:rsidP="006D1BBF">
            <w:pPr>
              <w:pStyle w:val="a1"/>
              <w:jc w:val="center"/>
            </w:pPr>
          </w:p>
          <w:p w:rsidR="002734E3" w:rsidRPr="00C96D26" w:rsidRDefault="002734E3" w:rsidP="006D1BBF">
            <w:pPr>
              <w:pStyle w:val="a1"/>
              <w:jc w:val="center"/>
            </w:pPr>
            <w:r>
              <w:t>166600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1551933.24</w:t>
            </w:r>
          </w:p>
          <w:p w:rsidR="002734E3" w:rsidRDefault="002734E3" w:rsidP="006D1BBF">
            <w:pPr>
              <w:pStyle w:val="a1"/>
              <w:jc w:val="center"/>
            </w:pPr>
          </w:p>
          <w:p w:rsidR="002734E3" w:rsidRPr="00C96D26" w:rsidRDefault="002734E3" w:rsidP="006D1BBF">
            <w:pPr>
              <w:pStyle w:val="a1"/>
              <w:jc w:val="center"/>
            </w:pPr>
            <w:r>
              <w:t>-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34E3" w:rsidRPr="00C96D26" w:rsidRDefault="002734E3" w:rsidP="006D1BBF">
            <w:pPr>
              <w:pStyle w:val="a1"/>
              <w:ind w:left="55"/>
              <w:contextualSpacing/>
            </w:pPr>
            <w:r w:rsidRPr="00C96D26">
              <w:t xml:space="preserve">Администрация Новогоркинского сельского поселения </w:t>
            </w: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2.2.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Нормативные затраты на коммунальные услуги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с/п.</w:t>
            </w:r>
          </w:p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264E31">
            <w:pPr>
              <w:pStyle w:val="a1"/>
              <w:jc w:val="center"/>
            </w:pPr>
            <w:r>
              <w:t>3675</w:t>
            </w:r>
            <w:r w:rsidRPr="00C96D26">
              <w:t>000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</w:t>
            </w:r>
            <w:r>
              <w:t>225000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1225000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1225000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34E3" w:rsidRPr="00C96D26" w:rsidRDefault="002734E3" w:rsidP="006D1BBF">
            <w:pPr>
              <w:pStyle w:val="a1"/>
              <w:ind w:left="55"/>
              <w:contextualSpacing/>
            </w:pPr>
            <w:r w:rsidRPr="00C96D26">
              <w:t>Администрация Новогоркинского сельского поселения</w:t>
            </w: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2.3.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 xml:space="preserve">Затраты на периодические издания </w:t>
            </w:r>
            <w:r>
              <w:t>для библиотеки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с/п.</w:t>
            </w:r>
          </w:p>
          <w:p w:rsidR="002734E3" w:rsidRDefault="002734E3" w:rsidP="006D1BBF">
            <w:pPr>
              <w:pStyle w:val="a1"/>
            </w:pPr>
          </w:p>
          <w:p w:rsidR="002734E3" w:rsidRPr="00C96D26" w:rsidRDefault="002734E3" w:rsidP="006D1BBF">
            <w:pPr>
              <w:pStyle w:val="a1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48000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16000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16000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16000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34E3" w:rsidRPr="00C96D26" w:rsidRDefault="002734E3" w:rsidP="006D1BBF">
            <w:pPr>
              <w:pStyle w:val="a1"/>
              <w:ind w:left="55"/>
              <w:contextualSpacing/>
            </w:pPr>
            <w:r w:rsidRPr="00C96D26">
              <w:t>Администрация Новогоркинского сельского поселения</w:t>
            </w: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2.4.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 w:rsidRPr="00C96D26">
              <w:t>Затраты на прочие расходы.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 w:rsidRPr="00C96D26">
              <w:t>Бюджет Новогоркинского с/п.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1686640.28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627546.76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  <w:jc w:val="center"/>
            </w:pPr>
            <w:r>
              <w:t>529546.76</w:t>
            </w:r>
          </w:p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529546.76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34E3" w:rsidRPr="00C96D26" w:rsidRDefault="002734E3" w:rsidP="006D1BBF">
            <w:pPr>
              <w:pStyle w:val="a1"/>
              <w:ind w:left="55"/>
              <w:contextualSpacing/>
            </w:pPr>
            <w:r w:rsidRPr="00C96D26">
              <w:t>Администрация Новогоркинского сельского поселения</w:t>
            </w: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2.5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  <w:r>
              <w:t>Субсидия на укрепление материально технической базы муниципальных учреждений культуры Ивановской области (Ремонт спортивного зала)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Средства областного бюджета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1500000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  <w:jc w:val="center"/>
            </w:pPr>
            <w:r>
              <w:t>1500000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34E3" w:rsidRPr="00C96D26" w:rsidRDefault="002734E3" w:rsidP="006D1BBF">
            <w:pPr>
              <w:pStyle w:val="a1"/>
              <w:ind w:left="55"/>
              <w:contextualSpacing/>
            </w:pP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  <w:r>
              <w:t>2.6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  <w:r>
              <w:t>Субсидия на комплектование книжного фонда библиотеки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  <w:jc w:val="center"/>
            </w:pPr>
            <w:r>
              <w:t>Средства областного бюджета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</w:pP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  <w:jc w:val="center"/>
            </w:pPr>
            <w:r>
              <w:t>6600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  <w:jc w:val="center"/>
            </w:pPr>
            <w:r>
              <w:t>2200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2200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  <w:r>
              <w:t>2200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C96D26" w:rsidRDefault="002734E3" w:rsidP="006D1BBF">
            <w:pPr>
              <w:pStyle w:val="a1"/>
              <w:jc w:val="center"/>
            </w:pPr>
          </w:p>
        </w:tc>
        <w:tc>
          <w:tcPr>
            <w:tcW w:w="42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734E3" w:rsidRPr="00C96D26" w:rsidRDefault="002734E3" w:rsidP="006D1BBF">
            <w:pPr>
              <w:pStyle w:val="a1"/>
              <w:ind w:left="55"/>
              <w:contextualSpacing/>
            </w:pPr>
          </w:p>
        </w:tc>
      </w:tr>
      <w:tr w:rsidR="002734E3" w:rsidTr="006D1BBF">
        <w:trPr>
          <w:gridAfter w:val="1"/>
          <w:wAfter w:w="30" w:type="dxa"/>
          <w:trHeight w:val="534"/>
          <w:tblCellSpacing w:w="0" w:type="dxa"/>
        </w:trPr>
        <w:tc>
          <w:tcPr>
            <w:tcW w:w="473" w:type="dxa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  <w:r>
              <w:t> </w:t>
            </w:r>
          </w:p>
        </w:tc>
        <w:tc>
          <w:tcPr>
            <w:tcW w:w="2677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  <w:r w:rsidRPr="00F3252C">
              <w:rPr>
                <w:rFonts w:ascii="Arial" w:hAnsi="Arial" w:cs="Arial"/>
                <w:b/>
              </w:rPr>
              <w:t xml:space="preserve">Итого по разделу </w:t>
            </w:r>
            <w:r>
              <w:rPr>
                <w:rFonts w:ascii="Arial" w:hAnsi="Arial" w:cs="Arial"/>
                <w:b/>
              </w:rPr>
              <w:t>2</w:t>
            </w:r>
            <w:r>
              <w:t>.: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  <w:r>
              <w:t> Бюджет Новогоркинского с/п.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734E3" w:rsidRPr="0011232D" w:rsidRDefault="002734E3" w:rsidP="006D1BBF">
            <w:pPr>
              <w:pStyle w:val="a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11462140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734E3" w:rsidRPr="0011232D" w:rsidRDefault="002734E3" w:rsidP="006D1BBF">
            <w:pPr>
              <w:pStyle w:val="a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4812780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734E3" w:rsidRPr="0011232D" w:rsidRDefault="002734E3" w:rsidP="006D1BBF">
            <w:pPr>
              <w:pStyle w:val="a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3324680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734E3" w:rsidRPr="0011232D" w:rsidRDefault="002734E3" w:rsidP="006D1BBF">
            <w:pPr>
              <w:pStyle w:val="a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3324680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734E3" w:rsidRPr="0011232D" w:rsidRDefault="002734E3" w:rsidP="006D1BBF">
            <w:pPr>
              <w:pStyle w:val="a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52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</w:tcPr>
          <w:p w:rsidR="002734E3" w:rsidRDefault="002734E3" w:rsidP="006D1BBF">
            <w:pPr>
              <w:pStyle w:val="a1"/>
            </w:pPr>
            <w:r>
              <w:t>Администрация Новогоркинского сельского поселения</w:t>
            </w:r>
          </w:p>
        </w:tc>
      </w:tr>
      <w:tr w:rsidR="002734E3" w:rsidTr="006D1BBF">
        <w:trPr>
          <w:gridAfter w:val="1"/>
          <w:wAfter w:w="30" w:type="dxa"/>
          <w:trHeight w:val="65"/>
          <w:tblCellSpacing w:w="0" w:type="dxa"/>
        </w:trPr>
        <w:tc>
          <w:tcPr>
            <w:tcW w:w="473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  <w:r>
              <w:t> </w:t>
            </w:r>
          </w:p>
        </w:tc>
        <w:tc>
          <w:tcPr>
            <w:tcW w:w="267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  <w:jc w:val="center"/>
            </w:pPr>
            <w:r w:rsidRPr="00DE2662">
              <w:rPr>
                <w:rFonts w:ascii="Arial" w:hAnsi="Arial" w:cs="Arial"/>
                <w:b/>
                <w:sz w:val="28"/>
                <w:szCs w:val="28"/>
              </w:rPr>
              <w:t>Итого по Программе</w:t>
            </w:r>
            <w:r w:rsidRPr="00F3252C">
              <w:rPr>
                <w:rFonts w:ascii="Arial" w:hAnsi="Arial" w:cs="Arial"/>
                <w:b/>
              </w:rPr>
              <w:t>,</w:t>
            </w: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545212" w:rsidRDefault="002734E3" w:rsidP="006D1BBF">
            <w:pPr>
              <w:pStyle w:val="a1"/>
              <w:jc w:val="center"/>
              <w:rPr>
                <w:b/>
              </w:rPr>
            </w:pP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545212" w:rsidRDefault="002734E3" w:rsidP="006D1BBF">
            <w:pPr>
              <w:pStyle w:val="a1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 xml:space="preserve">11699020 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545212" w:rsidRDefault="002734E3" w:rsidP="006D1BBF">
            <w:pPr>
              <w:pStyle w:val="a1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4891740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r>
              <w:rPr>
                <w:rFonts w:ascii="Arial" w:hAnsi="Arial" w:cs="Arial"/>
                <w:b/>
                <w:i/>
              </w:rPr>
              <w:t>3403640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r>
              <w:rPr>
                <w:rFonts w:ascii="Arial" w:hAnsi="Arial" w:cs="Arial"/>
                <w:b/>
                <w:i/>
              </w:rPr>
              <w:t>3403640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Pr="00545212" w:rsidRDefault="002734E3" w:rsidP="006D1BBF">
            <w:pPr>
              <w:pStyle w:val="a1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252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2734E3" w:rsidRDefault="002734E3" w:rsidP="006D1BBF">
            <w:pPr>
              <w:pStyle w:val="a1"/>
            </w:pPr>
            <w:r>
              <w:t> </w:t>
            </w:r>
          </w:p>
        </w:tc>
      </w:tr>
      <w:tr w:rsidR="002734E3" w:rsidTr="006D1BBF">
        <w:trPr>
          <w:gridAfter w:val="1"/>
          <w:wAfter w:w="30" w:type="dxa"/>
          <w:tblCellSpacing w:w="0" w:type="dxa"/>
        </w:trPr>
        <w:tc>
          <w:tcPr>
            <w:tcW w:w="473" w:type="dxa"/>
            <w:vMerge/>
            <w:tcBorders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</w:p>
        </w:tc>
        <w:tc>
          <w:tcPr>
            <w:tcW w:w="2677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</w:p>
        </w:tc>
        <w:tc>
          <w:tcPr>
            <w:tcW w:w="14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  <w:r>
              <w:t> 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  <w:r>
              <w:t> 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  <w:r>
              <w:t> </w:t>
            </w:r>
          </w:p>
        </w:tc>
        <w:tc>
          <w:tcPr>
            <w:tcW w:w="1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  <w:r>
              <w:t> </w:t>
            </w:r>
          </w:p>
        </w:tc>
        <w:tc>
          <w:tcPr>
            <w:tcW w:w="12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  <w:r>
              <w:t> </w:t>
            </w:r>
          </w:p>
        </w:tc>
        <w:tc>
          <w:tcPr>
            <w:tcW w:w="120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  <w:r>
              <w:t> </w:t>
            </w:r>
          </w:p>
        </w:tc>
        <w:tc>
          <w:tcPr>
            <w:tcW w:w="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34E3" w:rsidRDefault="002734E3" w:rsidP="006D1BBF">
            <w:pPr>
              <w:pStyle w:val="a1"/>
            </w:pPr>
          </w:p>
        </w:tc>
        <w:tc>
          <w:tcPr>
            <w:tcW w:w="4252" w:type="dxa"/>
            <w:gridSpan w:val="3"/>
            <w:vMerge/>
            <w:tcBorders>
              <w:left w:val="outset" w:sz="6" w:space="0" w:color="auto"/>
              <w:bottom w:val="outset" w:sz="6" w:space="0" w:color="auto"/>
            </w:tcBorders>
          </w:tcPr>
          <w:p w:rsidR="002734E3" w:rsidRDefault="002734E3" w:rsidP="006D1BBF">
            <w:pPr>
              <w:pStyle w:val="a1"/>
            </w:pPr>
          </w:p>
        </w:tc>
      </w:tr>
    </w:tbl>
    <w:p w:rsidR="002734E3" w:rsidRDefault="002734E3" w:rsidP="00AD3CC2"/>
    <w:p w:rsidR="002734E3" w:rsidRDefault="002734E3" w:rsidP="00AD3CC2"/>
    <w:p w:rsidR="002734E3" w:rsidRDefault="002734E3" w:rsidP="00AD3CC2"/>
    <w:p w:rsidR="002734E3" w:rsidRDefault="002734E3" w:rsidP="00AD3CC2"/>
    <w:p w:rsidR="002734E3" w:rsidRDefault="002734E3" w:rsidP="00AD3CC2"/>
    <w:p w:rsidR="002734E3" w:rsidRDefault="002734E3" w:rsidP="00AD3CC2"/>
    <w:p w:rsidR="002734E3" w:rsidRDefault="002734E3" w:rsidP="00AD3CC2"/>
    <w:p w:rsidR="002734E3" w:rsidRDefault="002734E3" w:rsidP="00AD3CC2"/>
    <w:p w:rsidR="002734E3" w:rsidRDefault="002734E3" w:rsidP="00AD3CC2"/>
    <w:p w:rsidR="002734E3" w:rsidRDefault="002734E3" w:rsidP="00AD3CC2"/>
    <w:p w:rsidR="002734E3" w:rsidRDefault="002734E3" w:rsidP="00AD3CC2"/>
    <w:p w:rsidR="002734E3" w:rsidRDefault="002734E3" w:rsidP="00AD3CC2"/>
    <w:p w:rsidR="002734E3" w:rsidRDefault="002734E3" w:rsidP="00AD3CC2">
      <w:pPr>
        <w:sectPr w:rsidR="002734E3" w:rsidSect="006D1BB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734E3" w:rsidRPr="00A42751" w:rsidRDefault="002734E3" w:rsidP="00AD3CC2">
      <w:pPr>
        <w:pStyle w:val="NoSpacing"/>
        <w:jc w:val="center"/>
      </w:pPr>
      <w:r>
        <w:tab/>
      </w:r>
    </w:p>
    <w:p w:rsidR="002734E3" w:rsidRPr="00A873D1" w:rsidRDefault="002734E3" w:rsidP="00AD3CC2">
      <w:pPr>
        <w:tabs>
          <w:tab w:val="left" w:pos="972"/>
        </w:tabs>
      </w:pPr>
    </w:p>
    <w:p w:rsidR="002734E3" w:rsidRDefault="002734E3"/>
    <w:sectPr w:rsidR="002734E3" w:rsidSect="00535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4AE9"/>
    <w:multiLevelType w:val="hybridMultilevel"/>
    <w:tmpl w:val="93800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DA543B"/>
    <w:multiLevelType w:val="hybridMultilevel"/>
    <w:tmpl w:val="E1FE5C76"/>
    <w:lvl w:ilvl="0" w:tplc="69B23E56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C4B478E"/>
    <w:multiLevelType w:val="hybridMultilevel"/>
    <w:tmpl w:val="A2401504"/>
    <w:lvl w:ilvl="0" w:tplc="390CD7C8">
      <w:start w:val="1"/>
      <w:numFmt w:val="decimal"/>
      <w:lvlText w:val="%1."/>
      <w:lvlJc w:val="left"/>
      <w:pPr>
        <w:ind w:left="88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">
    <w:nsid w:val="0D176E8A"/>
    <w:multiLevelType w:val="hybridMultilevel"/>
    <w:tmpl w:val="EE4C692A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110F12"/>
    <w:multiLevelType w:val="hybridMultilevel"/>
    <w:tmpl w:val="2FD2FA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E094329"/>
    <w:multiLevelType w:val="hybridMultilevel"/>
    <w:tmpl w:val="5D7E32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F90445"/>
    <w:multiLevelType w:val="hybridMultilevel"/>
    <w:tmpl w:val="E02A60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286F65"/>
    <w:multiLevelType w:val="hybridMultilevel"/>
    <w:tmpl w:val="77CE92D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897C38"/>
    <w:multiLevelType w:val="hybridMultilevel"/>
    <w:tmpl w:val="721C3544"/>
    <w:lvl w:ilvl="0" w:tplc="684C8B8E">
      <w:start w:val="3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2">
    <w:nsid w:val="3F3230E5"/>
    <w:multiLevelType w:val="hybridMultilevel"/>
    <w:tmpl w:val="83CE1344"/>
    <w:lvl w:ilvl="0" w:tplc="04190009">
      <w:start w:val="1"/>
      <w:numFmt w:val="bullet"/>
      <w:lvlText w:val=""/>
      <w:lvlJc w:val="left"/>
      <w:pPr>
        <w:ind w:left="10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>
    <w:nsid w:val="457977C8"/>
    <w:multiLevelType w:val="hybridMultilevel"/>
    <w:tmpl w:val="1E44A10C"/>
    <w:lvl w:ilvl="0" w:tplc="F8A42CEE">
      <w:start w:val="7"/>
      <w:numFmt w:val="upperRoman"/>
      <w:lvlText w:val="%1."/>
      <w:lvlJc w:val="left"/>
      <w:pPr>
        <w:ind w:left="19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4">
    <w:nsid w:val="49231A97"/>
    <w:multiLevelType w:val="hybridMultilevel"/>
    <w:tmpl w:val="8CF2C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3953DF"/>
    <w:multiLevelType w:val="hybridMultilevel"/>
    <w:tmpl w:val="2A3A5F5C"/>
    <w:lvl w:ilvl="0" w:tplc="B7D854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89065E6"/>
    <w:multiLevelType w:val="hybridMultilevel"/>
    <w:tmpl w:val="CB88B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FE3E96"/>
    <w:multiLevelType w:val="hybridMultilevel"/>
    <w:tmpl w:val="A65E0E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E257E8"/>
    <w:multiLevelType w:val="hybridMultilevel"/>
    <w:tmpl w:val="44B672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0653D43"/>
    <w:multiLevelType w:val="hybridMultilevel"/>
    <w:tmpl w:val="E1C4D8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22583B"/>
    <w:multiLevelType w:val="hybridMultilevel"/>
    <w:tmpl w:val="45566C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1D7050"/>
    <w:multiLevelType w:val="hybridMultilevel"/>
    <w:tmpl w:val="F39AE3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0DD2D0C"/>
    <w:multiLevelType w:val="hybridMultilevel"/>
    <w:tmpl w:val="67D6F4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17ABF"/>
    <w:multiLevelType w:val="hybridMultilevel"/>
    <w:tmpl w:val="A2401504"/>
    <w:lvl w:ilvl="0" w:tplc="390CD7C8">
      <w:start w:val="1"/>
      <w:numFmt w:val="decimal"/>
      <w:lvlText w:val="%1."/>
      <w:lvlJc w:val="left"/>
      <w:pPr>
        <w:ind w:left="88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25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B354F4"/>
    <w:multiLevelType w:val="hybridMultilevel"/>
    <w:tmpl w:val="CC8CC2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AD5FB4"/>
    <w:multiLevelType w:val="hybridMultilevel"/>
    <w:tmpl w:val="8E16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EB53515"/>
    <w:multiLevelType w:val="hybridMultilevel"/>
    <w:tmpl w:val="437C7A90"/>
    <w:lvl w:ilvl="0" w:tplc="33021DC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FE66CD6"/>
    <w:multiLevelType w:val="multilevel"/>
    <w:tmpl w:val="31EED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2"/>
  </w:num>
  <w:num w:numId="4">
    <w:abstractNumId w:val="24"/>
  </w:num>
  <w:num w:numId="5">
    <w:abstractNumId w:val="29"/>
  </w:num>
  <w:num w:numId="6">
    <w:abstractNumId w:val="3"/>
  </w:num>
  <w:num w:numId="7">
    <w:abstractNumId w:val="22"/>
  </w:num>
  <w:num w:numId="8">
    <w:abstractNumId w:val="19"/>
  </w:num>
  <w:num w:numId="9">
    <w:abstractNumId w:val="0"/>
  </w:num>
  <w:num w:numId="10">
    <w:abstractNumId w:val="1"/>
  </w:num>
  <w:num w:numId="11">
    <w:abstractNumId w:val="16"/>
  </w:num>
  <w:num w:numId="12">
    <w:abstractNumId w:val="21"/>
  </w:num>
  <w:num w:numId="13">
    <w:abstractNumId w:val="20"/>
  </w:num>
  <w:num w:numId="14">
    <w:abstractNumId w:val="4"/>
  </w:num>
  <w:num w:numId="15">
    <w:abstractNumId w:val="7"/>
  </w:num>
  <w:num w:numId="16">
    <w:abstractNumId w:val="10"/>
  </w:num>
  <w:num w:numId="17">
    <w:abstractNumId w:val="18"/>
  </w:num>
  <w:num w:numId="18">
    <w:abstractNumId w:val="11"/>
  </w:num>
  <w:num w:numId="19">
    <w:abstractNumId w:val="8"/>
  </w:num>
  <w:num w:numId="20">
    <w:abstractNumId w:val="25"/>
  </w:num>
  <w:num w:numId="21">
    <w:abstractNumId w:val="23"/>
  </w:num>
  <w:num w:numId="22">
    <w:abstractNumId w:val="13"/>
  </w:num>
  <w:num w:numId="23">
    <w:abstractNumId w:val="14"/>
  </w:num>
  <w:num w:numId="24">
    <w:abstractNumId w:val="17"/>
  </w:num>
  <w:num w:numId="25">
    <w:abstractNumId w:val="26"/>
  </w:num>
  <w:num w:numId="26">
    <w:abstractNumId w:val="9"/>
  </w:num>
  <w:num w:numId="27">
    <w:abstractNumId w:val="5"/>
  </w:num>
  <w:num w:numId="28">
    <w:abstractNumId w:val="28"/>
  </w:num>
  <w:num w:numId="29">
    <w:abstractNumId w:val="6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CC2"/>
    <w:rsid w:val="000249FE"/>
    <w:rsid w:val="0011232D"/>
    <w:rsid w:val="00234307"/>
    <w:rsid w:val="002350E2"/>
    <w:rsid w:val="00264E31"/>
    <w:rsid w:val="0027152A"/>
    <w:rsid w:val="002734E3"/>
    <w:rsid w:val="002E38B0"/>
    <w:rsid w:val="00343D07"/>
    <w:rsid w:val="00364227"/>
    <w:rsid w:val="00365349"/>
    <w:rsid w:val="003A069C"/>
    <w:rsid w:val="003A350F"/>
    <w:rsid w:val="00481AA6"/>
    <w:rsid w:val="004B0EAE"/>
    <w:rsid w:val="00535F23"/>
    <w:rsid w:val="00545212"/>
    <w:rsid w:val="005B1B09"/>
    <w:rsid w:val="005D2178"/>
    <w:rsid w:val="005F5CF3"/>
    <w:rsid w:val="006338A2"/>
    <w:rsid w:val="006407DD"/>
    <w:rsid w:val="0067379C"/>
    <w:rsid w:val="0069213C"/>
    <w:rsid w:val="006A72D0"/>
    <w:rsid w:val="006C1B6E"/>
    <w:rsid w:val="006D1BBF"/>
    <w:rsid w:val="00720A64"/>
    <w:rsid w:val="00724FF6"/>
    <w:rsid w:val="007646DB"/>
    <w:rsid w:val="00764E14"/>
    <w:rsid w:val="007711B0"/>
    <w:rsid w:val="00803A9A"/>
    <w:rsid w:val="008238EF"/>
    <w:rsid w:val="00842DCC"/>
    <w:rsid w:val="008551E3"/>
    <w:rsid w:val="00867237"/>
    <w:rsid w:val="00953144"/>
    <w:rsid w:val="00953797"/>
    <w:rsid w:val="00981548"/>
    <w:rsid w:val="00993290"/>
    <w:rsid w:val="009A3101"/>
    <w:rsid w:val="00A42751"/>
    <w:rsid w:val="00A57C65"/>
    <w:rsid w:val="00A77A98"/>
    <w:rsid w:val="00A873D1"/>
    <w:rsid w:val="00AC3A90"/>
    <w:rsid w:val="00AC4150"/>
    <w:rsid w:val="00AD3CC2"/>
    <w:rsid w:val="00B45BF4"/>
    <w:rsid w:val="00B55973"/>
    <w:rsid w:val="00B714FA"/>
    <w:rsid w:val="00BA058E"/>
    <w:rsid w:val="00BE12E2"/>
    <w:rsid w:val="00C06239"/>
    <w:rsid w:val="00C10BD3"/>
    <w:rsid w:val="00C120B0"/>
    <w:rsid w:val="00C443F5"/>
    <w:rsid w:val="00C96D26"/>
    <w:rsid w:val="00CA3F2D"/>
    <w:rsid w:val="00CC4E7B"/>
    <w:rsid w:val="00D43454"/>
    <w:rsid w:val="00DA0B07"/>
    <w:rsid w:val="00DA601F"/>
    <w:rsid w:val="00DB51D6"/>
    <w:rsid w:val="00DE2662"/>
    <w:rsid w:val="00EB710C"/>
    <w:rsid w:val="00ED4FB8"/>
    <w:rsid w:val="00ED7FD8"/>
    <w:rsid w:val="00F06EC6"/>
    <w:rsid w:val="00F3252C"/>
    <w:rsid w:val="00F52519"/>
    <w:rsid w:val="00F8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CC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3CC2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3CC2"/>
    <w:rPr>
      <w:rFonts w:ascii="Arial" w:hAnsi="Arial"/>
      <w:b/>
      <w:kern w:val="32"/>
      <w:sz w:val="32"/>
      <w:lang w:eastAsia="ru-RU"/>
    </w:rPr>
  </w:style>
  <w:style w:type="paragraph" w:styleId="NoSpacing">
    <w:name w:val="No Spacing"/>
    <w:uiPriority w:val="99"/>
    <w:qFormat/>
    <w:rsid w:val="00AD3CC2"/>
    <w:rPr>
      <w:lang w:eastAsia="en-US"/>
    </w:rPr>
  </w:style>
  <w:style w:type="character" w:customStyle="1" w:styleId="fontstyle22">
    <w:name w:val="fontstyle22"/>
    <w:uiPriority w:val="99"/>
    <w:rsid w:val="00AD3CC2"/>
  </w:style>
  <w:style w:type="paragraph" w:styleId="BalloonText">
    <w:name w:val="Balloon Text"/>
    <w:basedOn w:val="Normal"/>
    <w:link w:val="BalloonTextChar"/>
    <w:uiPriority w:val="99"/>
    <w:semiHidden/>
    <w:rsid w:val="00AD3CC2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3CC2"/>
    <w:rPr>
      <w:rFonts w:ascii="Tahoma" w:hAnsi="Tahoma"/>
      <w:sz w:val="16"/>
      <w:lang w:eastAsia="ru-RU"/>
    </w:rPr>
  </w:style>
  <w:style w:type="paragraph" w:customStyle="1" w:styleId="ConsPlusNormal">
    <w:name w:val="ConsPlusNormal"/>
    <w:uiPriority w:val="99"/>
    <w:rsid w:val="00AD3C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D3CC2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qFormat/>
    <w:rsid w:val="00AD3CC2"/>
    <w:pPr>
      <w:ind w:left="720"/>
      <w:contextualSpacing/>
    </w:pPr>
  </w:style>
  <w:style w:type="paragraph" w:customStyle="1" w:styleId="constitle">
    <w:name w:val="constitle"/>
    <w:basedOn w:val="Normal"/>
    <w:uiPriority w:val="99"/>
    <w:rsid w:val="00AD3CC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AD3CC2"/>
    <w:rPr>
      <w:rFonts w:cs="Times New Roman"/>
      <w:b/>
    </w:rPr>
  </w:style>
  <w:style w:type="paragraph" w:customStyle="1" w:styleId="a2">
    <w:name w:val="a2"/>
    <w:basedOn w:val="Normal"/>
    <w:uiPriority w:val="99"/>
    <w:rsid w:val="00AD3CC2"/>
    <w:pPr>
      <w:spacing w:before="100" w:beforeAutospacing="1" w:after="100" w:afterAutospacing="1"/>
    </w:pPr>
  </w:style>
  <w:style w:type="paragraph" w:customStyle="1" w:styleId="a3">
    <w:name w:val="a3"/>
    <w:basedOn w:val="Normal"/>
    <w:uiPriority w:val="99"/>
    <w:rsid w:val="00AD3CC2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rsid w:val="00AD3CC2"/>
    <w:rPr>
      <w:rFonts w:cs="Times New Roman"/>
      <w:color w:val="0000FF"/>
      <w:u w:val="single"/>
    </w:rPr>
  </w:style>
  <w:style w:type="paragraph" w:customStyle="1" w:styleId="a1">
    <w:name w:val="a1"/>
    <w:basedOn w:val="Normal"/>
    <w:uiPriority w:val="99"/>
    <w:rsid w:val="00AD3CC2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AD3CC2"/>
    <w:pPr>
      <w:widowControl w:val="0"/>
      <w:autoSpaceDE w:val="0"/>
      <w:autoSpaceDN w:val="0"/>
      <w:adjustRightInd w:val="0"/>
    </w:pPr>
    <w:rPr>
      <w:rFonts w:ascii="Arial" w:eastAsia="Times New Roman" w:hAnsi="Arial"/>
      <w:sz w:val="20"/>
      <w:szCs w:val="20"/>
    </w:rPr>
  </w:style>
  <w:style w:type="paragraph" w:customStyle="1" w:styleId="1">
    <w:name w:val="Знак Знак Знак1 Знак"/>
    <w:basedOn w:val="Normal"/>
    <w:uiPriority w:val="99"/>
    <w:rsid w:val="00AD3C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AD3C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355</TotalTime>
  <Pages>12</Pages>
  <Words>1739</Words>
  <Characters>9916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7</cp:revision>
  <cp:lastPrinted>2015-06-29T06:56:00Z</cp:lastPrinted>
  <dcterms:created xsi:type="dcterms:W3CDTF">2015-06-23T07:57:00Z</dcterms:created>
  <dcterms:modified xsi:type="dcterms:W3CDTF">2015-06-29T06:56:00Z</dcterms:modified>
</cp:coreProperties>
</file>